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E661A" w14:textId="77777777" w:rsidR="000F6430" w:rsidRDefault="00E6241A" w:rsidP="0067447D">
      <w:pPr>
        <w:pStyle w:val="Heading1"/>
        <w:rPr>
          <w:lang w:val="en-AU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70016" behindDoc="0" locked="0" layoutInCell="1" allowOverlap="1" wp14:anchorId="1AC12E8B" wp14:editId="00235D85">
            <wp:simplePos x="0" y="0"/>
            <wp:positionH relativeFrom="page">
              <wp:posOffset>4536440</wp:posOffset>
            </wp:positionH>
            <wp:positionV relativeFrom="page">
              <wp:posOffset>504190</wp:posOffset>
            </wp:positionV>
            <wp:extent cx="2397600" cy="622800"/>
            <wp:effectExtent l="0" t="0" r="3175" b="635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n2go-logo-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600" cy="62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92B" w:rsidRPr="001C3B08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67C774AE" wp14:editId="69D42E5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56400" cy="10843200"/>
                <wp:effectExtent l="0" t="0" r="571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400" cy="10843200"/>
                          <a:chOff x="0" y="0"/>
                          <a:chExt cx="355600" cy="10843260"/>
                        </a:xfrm>
                      </wpg:grpSpPr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0" y="15240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BB54A"/>
                          </a:solidFill>
                        </wpg:grpSpPr>
                        <wps:wsp>
                          <wps:cNvPr id="6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" name="Group 6"/>
                        <wpg:cNvGrpSpPr>
                          <a:grpSpLocks/>
                        </wpg:cNvGrpSpPr>
                        <wpg:grpSpPr bwMode="auto">
                          <a:xfrm>
                            <a:off x="0" y="2390775"/>
                            <a:ext cx="355600" cy="8452485"/>
                            <a:chOff x="0" y="3527"/>
                            <a:chExt cx="560" cy="13311"/>
                          </a:xfrm>
                          <a:solidFill>
                            <a:srgbClr val="434953"/>
                          </a:solidFill>
                        </wpg:grpSpPr>
                        <wps:wsp>
                          <wps:cNvPr id="4" name="Freeform 7"/>
                          <wps:cNvSpPr>
                            <a:spLocks/>
                          </wps:cNvSpPr>
                          <wps:spPr bwMode="auto">
                            <a:xfrm>
                              <a:off x="0" y="3527"/>
                              <a:ext cx="560" cy="13311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+- 0 3527 3527"/>
                                <a:gd name="T2" fmla="*/ 3527 h 13311"/>
                                <a:gd name="T3" fmla="*/ 0 w 560"/>
                                <a:gd name="T4" fmla="+- 0 4087 3527"/>
                                <a:gd name="T5" fmla="*/ 4087 h 13311"/>
                                <a:gd name="T6" fmla="*/ 0 w 560"/>
                                <a:gd name="T7" fmla="+- 0 16838 3527"/>
                                <a:gd name="T8" fmla="*/ 16838 h 13311"/>
                                <a:gd name="T9" fmla="*/ 560 w 560"/>
                                <a:gd name="T10" fmla="+- 0 16838 3527"/>
                                <a:gd name="T11" fmla="*/ 16838 h 13311"/>
                                <a:gd name="T12" fmla="*/ 560 w 560"/>
                                <a:gd name="T13" fmla="+- 0 3527 3527"/>
                                <a:gd name="T14" fmla="*/ 3527 h 13311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560" h="13311">
                                  <a:moveTo>
                                    <a:pt x="560" y="0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0" y="13311"/>
                                  </a:lnTo>
                                  <a:lnTo>
                                    <a:pt x="560" y="13311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FC6F3"/>
                          </a:solidFill>
                        </wpg:grpSpPr>
                        <wps:wsp>
                          <wps:cNvPr id="8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F9212C" id="Group 9" o:spid="_x0000_s1026" style="position:absolute;margin-left:0;margin-top:0;width:28.05pt;height:853.8pt;z-index:-251651584;mso-position-horizontal-relative:page;mso-position-vertical-relative:page;mso-width-relative:margin;mso-height-relative:margin" coordsize="3556,10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">
                <v:group id="Group 4" o:spid="_x0000_s1027" style="position:absolute;top:1524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5" o:spid="_x0000_s1028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v:group id="Group 6" o:spid="_x0000_s1029" style="position:absolute;top:23907;width:3556;height:84525" coordorigin=",3527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7" o:spid="_x0000_s1030" style="position:absolute;top:3527;width:560;height:13311;visibility:visible;mso-wrap-style:square;v-text-anchor:top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" path="m560,l,560,,13311r560,l560,e" filled="f" stroked="f">
                    <v:path arrowok="t" o:connecttype="custom" o:connectlocs="560,3527;0,4087;0,16838;560,16838;560,3527" o:connectangles="0,0,0,0,0"/>
                  </v:shape>
                </v:group>
                <v:group id="Group 4" o:spid="_x0000_s1031" style="position:absolute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5" o:spid="_x0000_s1032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="00CF6363" w:rsidRPr="001C3B08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0C02ED38" wp14:editId="67532B7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56400" cy="10843200"/>
                <wp:effectExtent l="0" t="0" r="571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400" cy="10843200"/>
                          <a:chOff x="0" y="0"/>
                          <a:chExt cx="355600" cy="10843260"/>
                        </a:xfrm>
                      </wpg:grpSpPr>
                      <wpg:grpSp>
                        <wpg:cNvPr id="11" name="Group 4"/>
                        <wpg:cNvGrpSpPr>
                          <a:grpSpLocks/>
                        </wpg:cNvGrpSpPr>
                        <wpg:grpSpPr bwMode="auto">
                          <a:xfrm>
                            <a:off x="0" y="15240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BB54A"/>
                          </a:solidFill>
                        </wpg:grpSpPr>
                        <wps:wsp>
                          <wps:cNvPr id="12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6"/>
                        <wpg:cNvGrpSpPr>
                          <a:grpSpLocks/>
                        </wpg:cNvGrpSpPr>
                        <wpg:grpSpPr bwMode="auto">
                          <a:xfrm>
                            <a:off x="0" y="2390775"/>
                            <a:ext cx="355600" cy="8452485"/>
                            <a:chOff x="0" y="3527"/>
                            <a:chExt cx="560" cy="13311"/>
                          </a:xfrm>
                          <a:solidFill>
                            <a:srgbClr val="434953"/>
                          </a:solidFill>
                        </wpg:grpSpPr>
                        <wps:wsp>
                          <wps:cNvPr id="14" name="Freeform 7"/>
                          <wps:cNvSpPr>
                            <a:spLocks/>
                          </wps:cNvSpPr>
                          <wps:spPr bwMode="auto">
                            <a:xfrm>
                              <a:off x="0" y="3527"/>
                              <a:ext cx="560" cy="13311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+- 0 3527 3527"/>
                                <a:gd name="T2" fmla="*/ 3527 h 13311"/>
                                <a:gd name="T3" fmla="*/ 0 w 560"/>
                                <a:gd name="T4" fmla="+- 0 4087 3527"/>
                                <a:gd name="T5" fmla="*/ 4087 h 13311"/>
                                <a:gd name="T6" fmla="*/ 0 w 560"/>
                                <a:gd name="T7" fmla="+- 0 16838 3527"/>
                                <a:gd name="T8" fmla="*/ 16838 h 13311"/>
                                <a:gd name="T9" fmla="*/ 560 w 560"/>
                                <a:gd name="T10" fmla="+- 0 16838 3527"/>
                                <a:gd name="T11" fmla="*/ 16838 h 13311"/>
                                <a:gd name="T12" fmla="*/ 560 w 560"/>
                                <a:gd name="T13" fmla="+- 0 3527 3527"/>
                                <a:gd name="T14" fmla="*/ 3527 h 13311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560" h="13311">
                                  <a:moveTo>
                                    <a:pt x="560" y="0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0" y="13311"/>
                                  </a:lnTo>
                                  <a:lnTo>
                                    <a:pt x="560" y="13311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FC6F3"/>
                          </a:solidFill>
                        </wpg:grpSpPr>
                        <wps:wsp>
                          <wps:cNvPr id="16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845FD1" id="Group 10" o:spid="_x0000_s1026" style="position:absolute;margin-left:0;margin-top:0;width:28.05pt;height:853.8pt;z-index:-251648512;mso-position-horizontal-relative:page;mso-position-vertical-relative:page;mso-width-relative:margin;mso-height-relative:margin" coordsize="3556,10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">
                <v:group id="Group 4" o:spid="_x0000_s1027" style="position:absolute;top:1524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5" o:spid="_x0000_s1028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v:group id="Group 6" o:spid="_x0000_s1029" style="position:absolute;top:23907;width:3556;height:84525" coordorigin=",3527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7" o:spid="_x0000_s1030" style="position:absolute;top:3527;width:560;height:13311;visibility:visible;mso-wrap-style:square;v-text-anchor:top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" path="m560,l,560,,13311r560,l560,e" filled="f" stroked="f">
                    <v:path arrowok="t" o:connecttype="custom" o:connectlocs="560,3527;0,4087;0,16838;560,16838;560,3527" o:connectangles="0,0,0,0,0"/>
                  </v:shape>
                </v:group>
                <v:group id="Group 4" o:spid="_x0000_s1031" style="position:absolute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5" o:spid="_x0000_s1032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w10:wrap anchorx="page" anchory="page"/>
              </v:group>
            </w:pict>
          </mc:Fallback>
        </mc:AlternateContent>
      </w:r>
      <w:sdt>
        <w:sdtPr>
          <w:rPr>
            <w:lang w:val="en-AU"/>
          </w:rPr>
          <w:alias w:val="Title"/>
          <w:tag w:val=""/>
          <w:id w:val="733747787"/>
          <w:placeholder>
            <w:docPart w:val="4A3BC5FF00F74ED0B0033881E9CF7BB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16D46">
            <w:rPr>
              <w:lang w:val="en-AU"/>
            </w:rPr>
            <w:t xml:space="preserve">WHS </w:t>
          </w:r>
          <w:r w:rsidR="00B908E9">
            <w:rPr>
              <w:lang w:val="en-AU"/>
            </w:rPr>
            <w:t xml:space="preserve">Hazard and </w:t>
          </w:r>
          <w:r w:rsidR="00616D46">
            <w:rPr>
              <w:lang w:val="en-AU"/>
            </w:rPr>
            <w:t>Incident Report</w:t>
          </w:r>
        </w:sdtContent>
      </w:sdt>
    </w:p>
    <w:p w14:paraId="155FB5E9" w14:textId="77777777" w:rsidR="001B725B" w:rsidRDefault="00616D46" w:rsidP="00471B27">
      <w:r w:rsidRPr="00616D46">
        <w:t xml:space="preserve">This form is to be used </w:t>
      </w:r>
      <w:r w:rsidR="004318AB">
        <w:t>by</w:t>
      </w:r>
      <w:r w:rsidRPr="00616D46">
        <w:t xml:space="preserve"> all </w:t>
      </w:r>
      <w:r w:rsidR="004318AB">
        <w:t>C</w:t>
      </w:r>
      <w:r w:rsidRPr="00616D46">
        <w:t xml:space="preserve">rew </w:t>
      </w:r>
      <w:r w:rsidR="004318AB">
        <w:t>M</w:t>
      </w:r>
      <w:r w:rsidRPr="00616D46">
        <w:t>embers when reporting a workplace hazard</w:t>
      </w:r>
      <w:r w:rsidR="000703EE">
        <w:t xml:space="preserve">, </w:t>
      </w:r>
      <w:r w:rsidRPr="00616D46">
        <w:t>incident</w:t>
      </w:r>
      <w:r w:rsidR="000703EE">
        <w:t xml:space="preserve"> or near miss</w:t>
      </w:r>
      <w:r w:rsidRPr="00616D46">
        <w:t>. Any serious illness or injury must be reported to</w:t>
      </w:r>
      <w:r>
        <w:t xml:space="preserve"> a Plan2go Director immediately</w:t>
      </w:r>
      <w:r w:rsidR="00CF6363" w:rsidRPr="001C3B08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7CB8A324" wp14:editId="52578D8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56400" cy="10843200"/>
                <wp:effectExtent l="0" t="0" r="5715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400" cy="10843200"/>
                          <a:chOff x="0" y="0"/>
                          <a:chExt cx="355600" cy="10843260"/>
                        </a:xfrm>
                      </wpg:grpSpPr>
                      <wpg:grpSp>
                        <wpg:cNvPr id="19" name="Group 4"/>
                        <wpg:cNvGrpSpPr>
                          <a:grpSpLocks/>
                        </wpg:cNvGrpSpPr>
                        <wpg:grpSpPr bwMode="auto">
                          <a:xfrm>
                            <a:off x="0" y="15240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BB54A"/>
                          </a:solidFill>
                        </wpg:grpSpPr>
                        <wps:wsp>
                          <wps:cNvPr id="20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6"/>
                        <wpg:cNvGrpSpPr>
                          <a:grpSpLocks/>
                        </wpg:cNvGrpSpPr>
                        <wpg:grpSpPr bwMode="auto">
                          <a:xfrm>
                            <a:off x="0" y="2390775"/>
                            <a:ext cx="355600" cy="8452485"/>
                            <a:chOff x="0" y="3527"/>
                            <a:chExt cx="560" cy="13311"/>
                          </a:xfrm>
                          <a:solidFill>
                            <a:srgbClr val="434953"/>
                          </a:solidFill>
                        </wpg:grpSpPr>
                        <wps:wsp>
                          <wps:cNvPr id="22" name="Freeform 7"/>
                          <wps:cNvSpPr>
                            <a:spLocks/>
                          </wps:cNvSpPr>
                          <wps:spPr bwMode="auto">
                            <a:xfrm>
                              <a:off x="0" y="3527"/>
                              <a:ext cx="560" cy="13311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+- 0 3527 3527"/>
                                <a:gd name="T2" fmla="*/ 3527 h 13311"/>
                                <a:gd name="T3" fmla="*/ 0 w 560"/>
                                <a:gd name="T4" fmla="+- 0 4087 3527"/>
                                <a:gd name="T5" fmla="*/ 4087 h 13311"/>
                                <a:gd name="T6" fmla="*/ 0 w 560"/>
                                <a:gd name="T7" fmla="+- 0 16838 3527"/>
                                <a:gd name="T8" fmla="*/ 16838 h 13311"/>
                                <a:gd name="T9" fmla="*/ 560 w 560"/>
                                <a:gd name="T10" fmla="+- 0 16838 3527"/>
                                <a:gd name="T11" fmla="*/ 16838 h 13311"/>
                                <a:gd name="T12" fmla="*/ 560 w 560"/>
                                <a:gd name="T13" fmla="+- 0 3527 3527"/>
                                <a:gd name="T14" fmla="*/ 3527 h 13311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560" h="13311">
                                  <a:moveTo>
                                    <a:pt x="560" y="0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0" y="13311"/>
                                  </a:lnTo>
                                  <a:lnTo>
                                    <a:pt x="560" y="13311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55600" cy="2475230"/>
                            <a:chOff x="0" y="0"/>
                            <a:chExt cx="560" cy="3898"/>
                          </a:xfrm>
                          <a:solidFill>
                            <a:srgbClr val="3FC6F3"/>
                          </a:solidFill>
                        </wpg:grpSpPr>
                        <wps:wsp>
                          <wps:cNvPr id="24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0" cy="3898"/>
                            </a:xfrm>
                            <a:custGeom>
                              <a:avLst/>
                              <a:gdLst>
                                <a:gd name="T0" fmla="*/ 560 w 560"/>
                                <a:gd name="T1" fmla="*/ 0 h 3898"/>
                                <a:gd name="T2" fmla="*/ 0 w 560"/>
                                <a:gd name="T3" fmla="*/ 0 h 3898"/>
                                <a:gd name="T4" fmla="*/ 0 w 560"/>
                                <a:gd name="T5" fmla="*/ 3898 h 3898"/>
                                <a:gd name="T6" fmla="*/ 560 w 560"/>
                                <a:gd name="T7" fmla="*/ 3338 h 3898"/>
                                <a:gd name="T8" fmla="*/ 560 w 560"/>
                                <a:gd name="T9" fmla="*/ 0 h 3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0" h="3898">
                                  <a:moveTo>
                                    <a:pt x="5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898"/>
                                  </a:lnTo>
                                  <a:lnTo>
                                    <a:pt x="560" y="3338"/>
                                  </a:lnTo>
                                  <a:lnTo>
                                    <a:pt x="560" y="0"/>
                                  </a:ln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2B155B" id="Group 18" o:spid="_x0000_s1026" style="position:absolute;margin-left:0;margin-top:0;width:28.05pt;height:853.8pt;z-index:-251649536;mso-position-horizontal-relative:page;mso-position-vertical-relative:page;mso-width-relative:margin;mso-height-relative:margin" coordsize="3556,10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">
                <v:group id="Group 4" o:spid="_x0000_s1027" style="position:absolute;top:1524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5" o:spid="_x0000_s1028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v:group id="Group 6" o:spid="_x0000_s1029" style="position:absolute;top:23907;width:3556;height:84525" coordorigin=",3527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7" o:spid="_x0000_s1030" style="position:absolute;top:3527;width:560;height:13311;visibility:visible;mso-wrap-style:square;v-text-anchor:top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" path="m560,l,560,,13311r560,l560,e" filled="f" stroked="f">
                    <v:path arrowok="t" o:connecttype="custom" o:connectlocs="560,3527;0,4087;0,16838;560,16838;560,3527" o:connectangles="0,0,0,0,0"/>
                  </v:shape>
                </v:group>
                <v:group id="Group 4" o:spid="_x0000_s1031" style="position:absolute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5" o:spid="_x0000_s1032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" path="m560,l,,,3898,560,3338,560,e" filled="f" stroked="f">
                    <v:path arrowok="t" o:connecttype="custom" o:connectlocs="560,0;0,0;0,3898;560,3338;560,0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="000F6430">
        <w:t>.</w:t>
      </w:r>
    </w:p>
    <w:tbl>
      <w:tblPr>
        <w:tblStyle w:val="TableGrid"/>
        <w:tblW w:w="5000" w:type="pct"/>
        <w:tblBorders>
          <w:top w:val="single" w:sz="8" w:space="0" w:color="3BB54A"/>
          <w:left w:val="single" w:sz="8" w:space="0" w:color="3BB54A"/>
          <w:bottom w:val="single" w:sz="8" w:space="0" w:color="3BB54A"/>
          <w:right w:val="single" w:sz="8" w:space="0" w:color="3BB54A"/>
          <w:insideH w:val="none" w:sz="0" w:space="0" w:color="auto"/>
          <w:insideV w:val="none" w:sz="0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77"/>
      </w:tblGrid>
      <w:tr w:rsidR="00471B27" w14:paraId="30BCCB2C" w14:textId="77777777" w:rsidTr="0044237A">
        <w:tc>
          <w:tcPr>
            <w:tcW w:w="9277" w:type="dxa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57" w:type="dxa"/>
                <w:left w:w="113" w:type="dxa"/>
                <w:bottom w:w="57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9061"/>
            </w:tblGrid>
            <w:tr w:rsidR="00471B27" w14:paraId="0941924F" w14:textId="77777777" w:rsidTr="0044237A">
              <w:trPr>
                <w:cantSplit/>
              </w:trPr>
              <w:tc>
                <w:tcPr>
                  <w:tcW w:w="9061" w:type="dxa"/>
                  <w:shd w:val="clear" w:color="auto" w:fill="3BB54A"/>
                </w:tcPr>
                <w:p w14:paraId="13D2638B" w14:textId="77777777" w:rsidR="00471B27" w:rsidRPr="00E0003B" w:rsidRDefault="00616D46" w:rsidP="00C42205">
                  <w:pPr>
                    <w:pStyle w:val="Heading3"/>
                    <w:numPr>
                      <w:ilvl w:val="0"/>
                      <w:numId w:val="0"/>
                    </w:numPr>
                    <w:spacing w:before="0" w:after="0"/>
                    <w:ind w:left="720" w:hanging="720"/>
                    <w:jc w:val="center"/>
                  </w:pPr>
                  <w:r w:rsidRPr="00616D46">
                    <w:rPr>
                      <w:color w:val="434953"/>
                    </w:rPr>
                    <w:t>PART A - TO BE COMPLETED BY THE PERSON REPORTING</w:t>
                  </w:r>
                </w:p>
              </w:tc>
            </w:tr>
          </w:tbl>
          <w:p w14:paraId="339686C4" w14:textId="77777777" w:rsidR="00471B27" w:rsidRDefault="00471B27" w:rsidP="00C42205">
            <w:pPr>
              <w:pStyle w:val="NoSpacing"/>
            </w:pPr>
          </w:p>
        </w:tc>
      </w:tr>
      <w:tr w:rsidR="00471B27" w14:paraId="720041DF" w14:textId="77777777" w:rsidTr="0044237A">
        <w:tc>
          <w:tcPr>
            <w:tcW w:w="9277" w:type="dxa"/>
          </w:tcPr>
          <w:p w14:paraId="55CB12C7" w14:textId="77777777" w:rsidR="002F5516" w:rsidRPr="002F5516" w:rsidRDefault="002F5516" w:rsidP="002F5516">
            <w:pPr>
              <w:pStyle w:val="NoSpacing"/>
              <w:ind w:left="113"/>
              <w:rPr>
                <w:i/>
              </w:rPr>
            </w:pPr>
            <w:r w:rsidRPr="002D374F">
              <w:rPr>
                <w:rFonts w:ascii="Cambria" w:hAnsi="Cambria" w:cs="Arial"/>
                <w:i/>
              </w:rPr>
              <w:t>If you are completing the form on behalf of someone el</w:t>
            </w:r>
            <w:r w:rsidR="00652E60">
              <w:rPr>
                <w:rFonts w:ascii="Cambria" w:hAnsi="Cambria" w:cs="Arial"/>
                <w:i/>
              </w:rPr>
              <w:t>se complete their details below:</w:t>
            </w:r>
          </w:p>
          <w:p w14:paraId="6A9C342E" w14:textId="77777777" w:rsidR="00D96963" w:rsidRDefault="00994386" w:rsidP="002F5516">
            <w:pPr>
              <w:pStyle w:val="Subtitle"/>
              <w:spacing w:after="120"/>
              <w:ind w:left="113"/>
            </w:pPr>
            <w:r>
              <w:t>// Personal details</w:t>
            </w:r>
          </w:p>
          <w:tbl>
            <w:tblPr>
              <w:tblStyle w:val="TablePlan2go"/>
              <w:tblW w:w="5000" w:type="pct"/>
              <w:tblLayout w:type="fixed"/>
              <w:tblCellMar>
                <w:top w:w="0" w:type="dxa"/>
                <w:bottom w:w="57" w:type="dxa"/>
              </w:tblCellMar>
              <w:tblLook w:val="0480" w:firstRow="0" w:lastRow="0" w:firstColumn="1" w:lastColumn="0" w:noHBand="0" w:noVBand="1"/>
            </w:tblPr>
            <w:tblGrid>
              <w:gridCol w:w="9061"/>
            </w:tblGrid>
            <w:tr w:rsidR="00A748BE" w14:paraId="642321BE" w14:textId="77777777" w:rsidTr="0044237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9061" w:type="dxa"/>
                  <w:tcMar>
                    <w:bottom w:w="57" w:type="dxa"/>
                  </w:tcMar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85" w:type="dxa"/>
                      <w:left w:w="0" w:type="dxa"/>
                      <w:bottom w:w="28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95"/>
                    <w:gridCol w:w="2125"/>
                    <w:gridCol w:w="2693"/>
                    <w:gridCol w:w="2127"/>
                  </w:tblGrid>
                  <w:tr w:rsidR="00944692" w14:paraId="55CAB4FE" w14:textId="77777777" w:rsidTr="00944692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bottom w:val="dotted" w:sz="4" w:space="0" w:color="7F7F7F" w:themeColor="text1" w:themeTint="80"/>
                        </w:tcBorders>
                        <w:tcMar>
                          <w:top w:w="142" w:type="dxa"/>
                        </w:tcMar>
                      </w:tcPr>
                      <w:p w14:paraId="058ACB64" w14:textId="77777777" w:rsidR="00944692" w:rsidRPr="000C3DA1" w:rsidRDefault="00944692" w:rsidP="00A748BE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Employee name</w:t>
                        </w:r>
                        <w:r w:rsidRPr="00DC0DC7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928" w:type="pct"/>
                        <w:gridSpan w:val="3"/>
                        <w:tcBorders>
                          <w:bottom w:val="dotted" w:sz="4" w:space="0" w:color="7F7F7F" w:themeColor="text1" w:themeTint="80"/>
                        </w:tcBorders>
                      </w:tcPr>
                      <w:p w14:paraId="38A9666A" w14:textId="77777777" w:rsidR="00944692" w:rsidRPr="00273609" w:rsidRDefault="00944692" w:rsidP="003E2A29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</w:tr>
                  <w:tr w:rsidR="00A748BE" w14:paraId="389E6D8D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5C8E4EDC" w14:textId="77777777" w:rsidR="00A748BE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 w:rsidRPr="00655E5B">
                          <w:rPr>
                            <w:b/>
                          </w:rPr>
                          <w:t>Position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928" w:type="pct"/>
                        <w:gridSpan w:val="3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5A743EEA" w14:textId="77777777" w:rsidR="00A748BE" w:rsidRPr="00D96963" w:rsidRDefault="00E84213" w:rsidP="00E84213">
                        <w:pPr>
                          <w:spacing w:after="0"/>
                        </w:pPr>
                        <w:sdt>
                          <w:sdtPr>
                            <w:id w:val="1487048228"/>
                            <w:placeholder>
                              <w:docPart w:val="7CC33102AD1A4C64AB12D7A7C65107F8"/>
                            </w:placeholder>
                            <w:showingPlcHdr/>
                          </w:sdtPr>
                          <w:sdtEndPr/>
                          <w:sdtContent>
                            <w:r>
                              <w:t>[Enter employee job position]</w:t>
                            </w:r>
                          </w:sdtContent>
                        </w:sdt>
                      </w:p>
                    </w:tc>
                  </w:tr>
                  <w:tr w:rsidR="00A748BE" w14:paraId="572C2EEA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30DD8C32" w14:textId="77777777" w:rsidR="00A748BE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Department:</w:t>
                        </w:r>
                      </w:p>
                    </w:tc>
                    <w:sdt>
                      <w:sdtPr>
                        <w:alias w:val="Department"/>
                        <w:tag w:val="Click here to choose your department"/>
                        <w:id w:val="-1574884237"/>
                        <w:placeholder>
                          <w:docPart w:val="3694D336C3BE467ABE8DD6D0FA91AD71"/>
                        </w:placeholder>
                        <w:showingPlcHdr/>
                        <w:dropDownList>
                          <w:listItem w:value="Choose an item."/>
                          <w:listItem w:displayText="CEO" w:value="CEO"/>
                          <w:listItem w:displayText="Customer Experience Crew" w:value="Customer Experience Crew"/>
                          <w:listItem w:displayText="Innovation Crew" w:value="Innovation Crew"/>
                          <w:listItem w:displayText="Creative Service Crew" w:value="Creative Service Crew"/>
                          <w:listItem w:displayText="Promo Crew" w:value="Promo Crew"/>
                          <w:listItem w:displayText="People and Culture Crew" w:value="People and Culture Crew"/>
                          <w:listItem w:displayText="Coin Control" w:value="Coin Control"/>
                          <w:listItem w:displayText="Cabin Crew" w:value="Cabin Crew"/>
                          <w:listItem w:displayText="Project Office" w:value="Project Office"/>
                        </w:dropDownList>
                      </w:sdtPr>
                      <w:sdtEndPr/>
                      <w:sdtContent>
                        <w:tc>
                          <w:tcPr>
                            <w:tcW w:w="3928" w:type="pct"/>
                            <w:gridSpan w:val="3"/>
                            <w:tcBorders>
                              <w:top w:val="dotted" w:sz="4" w:space="0" w:color="7F7F7F" w:themeColor="text1" w:themeTint="80"/>
                              <w:bottom w:val="dotted" w:sz="4" w:space="0" w:color="7F7F7F" w:themeColor="text1" w:themeTint="80"/>
                            </w:tcBorders>
                          </w:tcPr>
                          <w:p w14:paraId="3E582910" w14:textId="77777777" w:rsidR="00A748BE" w:rsidRPr="00D96963" w:rsidRDefault="00E84213" w:rsidP="00A748BE">
                            <w:pPr>
                              <w:spacing w:after="0"/>
                            </w:pPr>
                            <w:r w:rsidRPr="00D96963">
                              <w:t>[</w:t>
                            </w:r>
                            <w:r>
                              <w:rPr>
                                <w:rStyle w:val="PlaceholderText"/>
                              </w:rPr>
                              <w:t>Choose employee</w:t>
                            </w:r>
                            <w:r w:rsidRPr="00D96963">
                              <w:rPr>
                                <w:rStyle w:val="PlaceholderText"/>
                              </w:rPr>
                              <w:t xml:space="preserve"> department]</w:t>
                            </w:r>
                          </w:p>
                        </w:tc>
                      </w:sdtContent>
                    </w:sdt>
                  </w:tr>
                  <w:tr w:rsidR="00A748BE" w14:paraId="0B6335AB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5510BA9F" w14:textId="77777777" w:rsidR="00A748BE" w:rsidRPr="00DC0DC7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 w:rsidRPr="00D96963">
                          <w:rPr>
                            <w:b/>
                          </w:rPr>
                          <w:t>Staff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120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7DD44A03" w14:textId="77777777" w:rsidR="00A748BE" w:rsidRPr="00273609" w:rsidRDefault="00E84213" w:rsidP="00A748BE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id w:val="-33268831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Yes   </w:t>
                        </w:r>
                        <w:sdt>
                          <w:sdtPr>
                            <w:id w:val="-86027347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C455CD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No</w:t>
                        </w:r>
                      </w:p>
                    </w:tc>
                    <w:tc>
                      <w:tcPr>
                        <w:tcW w:w="1523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  <w:tcMar>
                          <w:right w:w="113" w:type="dxa"/>
                        </w:tcMar>
                      </w:tcPr>
                      <w:p w14:paraId="542856A4" w14:textId="77777777" w:rsidR="00A748BE" w:rsidRPr="00DC0DC7" w:rsidRDefault="00A748BE" w:rsidP="00A748BE">
                        <w:pPr>
                          <w:spacing w:after="0"/>
                          <w:jc w:val="right"/>
                          <w:rPr>
                            <w:b/>
                          </w:rPr>
                        </w:pPr>
                        <w:r w:rsidRPr="00D96963">
                          <w:rPr>
                            <w:b/>
                          </w:rPr>
                          <w:t>Contractor/Labour hire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1203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2A90ADAB" w14:textId="77777777" w:rsidR="00A748BE" w:rsidRPr="00273609" w:rsidRDefault="00E84213" w:rsidP="00A748BE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id w:val="194125875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C455CD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Yes   </w:t>
                        </w:r>
                        <w:sdt>
                          <w:sdtPr>
                            <w:id w:val="-89273260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No</w:t>
                        </w:r>
                      </w:p>
                    </w:tc>
                  </w:tr>
                  <w:tr w:rsidR="00A748BE" w14:paraId="7ACD0E1B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780E8B9A" w14:textId="77777777" w:rsidR="00A748BE" w:rsidRPr="00DC0DC7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 w:rsidRPr="00D96963">
                          <w:rPr>
                            <w:b/>
                          </w:rPr>
                          <w:t>Volunteer</w:t>
                        </w:r>
                        <w:r w:rsidRPr="00966904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120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610E92C5" w14:textId="77777777" w:rsidR="00A748BE" w:rsidRPr="00273609" w:rsidRDefault="00E84213" w:rsidP="00A748BE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id w:val="108649676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C455CD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Yes   </w:t>
                        </w:r>
                        <w:sdt>
                          <w:sdtPr>
                            <w:id w:val="-167425713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No</w:t>
                        </w:r>
                      </w:p>
                    </w:tc>
                    <w:tc>
                      <w:tcPr>
                        <w:tcW w:w="1523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  <w:tcMar>
                          <w:right w:w="113" w:type="dxa"/>
                        </w:tcMar>
                      </w:tcPr>
                      <w:p w14:paraId="07218B47" w14:textId="77777777" w:rsidR="00A748BE" w:rsidRPr="00DC0DC7" w:rsidRDefault="00A748BE" w:rsidP="00A748BE">
                        <w:pPr>
                          <w:spacing w:after="0"/>
                          <w:jc w:val="right"/>
                          <w:rPr>
                            <w:b/>
                          </w:rPr>
                        </w:pPr>
                        <w:r w:rsidRPr="00D96963">
                          <w:rPr>
                            <w:b/>
                          </w:rPr>
                          <w:t>Visitor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1203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2CE8D200" w14:textId="77777777" w:rsidR="00A748BE" w:rsidRPr="00273609" w:rsidRDefault="00E84213" w:rsidP="00A748BE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id w:val="195730035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C455CD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Yes   </w:t>
                        </w:r>
                        <w:sdt>
                          <w:sdtPr>
                            <w:id w:val="88576083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 w:rsidR="00C455CD">
                          <w:t xml:space="preserve"> No</w:t>
                        </w:r>
                      </w:p>
                    </w:tc>
                  </w:tr>
                  <w:tr w:rsidR="00A748BE" w14:paraId="61F10BFF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27A32649" w14:textId="77777777" w:rsidR="00A748BE" w:rsidRPr="00D96963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 w:rsidRPr="00B2611F">
                          <w:rPr>
                            <w:b/>
                          </w:rPr>
                          <w:t>Home address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928" w:type="pct"/>
                        <w:gridSpan w:val="3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39007764" w14:textId="77777777" w:rsidR="00A748BE" w:rsidRPr="00655E5B" w:rsidRDefault="00E84213" w:rsidP="00E84213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id w:val="-1405226692"/>
                            <w:placeholder>
                              <w:docPart w:val="6C994CF5EF3D4401AD183F3FBF5D9D37"/>
                            </w:placeholder>
                            <w:showingPlcHdr/>
                          </w:sdtPr>
                          <w:sdtEndPr/>
                          <w:sdtContent>
                            <w:r>
                              <w:t>[Click here to enter address]</w:t>
                            </w:r>
                          </w:sdtContent>
                        </w:sdt>
                      </w:p>
                    </w:tc>
                  </w:tr>
                  <w:tr w:rsidR="00A748BE" w14:paraId="5C2B8B73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77661937" w14:textId="77777777" w:rsidR="00A748BE" w:rsidRPr="00D96963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 w:rsidRPr="00B2611F">
                          <w:rPr>
                            <w:b/>
                          </w:rPr>
                          <w:t>Email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928" w:type="pct"/>
                        <w:gridSpan w:val="3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22E23C2F" w14:textId="77777777" w:rsidR="00A748BE" w:rsidRDefault="00E84213" w:rsidP="00E84213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rPr>
                              <w:i/>
                            </w:rPr>
                            <w:id w:val="850538281"/>
                            <w:placeholder>
                              <w:docPart w:val="8F2C051BB81E4909925DCF3A63C1DADD"/>
                            </w:placeholder>
                          </w:sdtPr>
                          <w:sdtEndPr/>
                          <w:sdtContent>
                            <w:sdt>
                              <w:sdtPr>
                                <w:id w:val="-943610966"/>
                                <w:placeholder>
                                  <w:docPart w:val="5C5407EE1B47449285B9DE40781D6850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t>[Click here to enter email address]</w:t>
                                </w:r>
                              </w:sdtContent>
                            </w:sdt>
                          </w:sdtContent>
                        </w:sdt>
                      </w:p>
                    </w:tc>
                  </w:tr>
                  <w:tr w:rsidR="00A748BE" w14:paraId="090BE86C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0D919359" w14:textId="77777777" w:rsidR="00A748BE" w:rsidRPr="00D96963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Telephone:</w:t>
                        </w:r>
                      </w:p>
                    </w:tc>
                    <w:tc>
                      <w:tcPr>
                        <w:tcW w:w="1202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24CE6545" w14:textId="77777777" w:rsidR="00A748BE" w:rsidRDefault="00E84213" w:rsidP="00E84213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rPr>
                              <w:i/>
                            </w:rPr>
                            <w:id w:val="689563677"/>
                            <w:placeholder>
                              <w:docPart w:val="2F601FE7E96949E2B24190410325C699"/>
                            </w:placeholder>
                          </w:sdtPr>
                          <w:sdtEndPr/>
                          <w:sdtContent>
                            <w:sdt>
                              <w:sdtPr>
                                <w:id w:val="816374512"/>
                                <w:placeholder>
                                  <w:docPart w:val="97E8EA87F1724901895715D9157E3CDD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t>[Enter phone number]</w:t>
                                </w:r>
                              </w:sdtContent>
                            </w:sdt>
                          </w:sdtContent>
                        </w:sdt>
                      </w:p>
                    </w:tc>
                    <w:tc>
                      <w:tcPr>
                        <w:tcW w:w="1523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  <w:tcMar>
                          <w:right w:w="113" w:type="dxa"/>
                        </w:tcMar>
                      </w:tcPr>
                      <w:p w14:paraId="1D0FDACA" w14:textId="77777777" w:rsidR="00A748BE" w:rsidRPr="00D96963" w:rsidRDefault="00A748BE" w:rsidP="00A748BE">
                        <w:pPr>
                          <w:spacing w:after="0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Mobile:</w:t>
                        </w:r>
                      </w:p>
                    </w:tc>
                    <w:tc>
                      <w:tcPr>
                        <w:tcW w:w="1203" w:type="pct"/>
                        <w:tcBorders>
                          <w:top w:val="dotted" w:sz="4" w:space="0" w:color="7F7F7F" w:themeColor="text1" w:themeTint="80"/>
                          <w:bottom w:val="dotted" w:sz="4" w:space="0" w:color="7F7F7F" w:themeColor="text1" w:themeTint="80"/>
                        </w:tcBorders>
                      </w:tcPr>
                      <w:p w14:paraId="04493F3E" w14:textId="77777777" w:rsidR="00A748BE" w:rsidRDefault="00E84213" w:rsidP="00E84213">
                        <w:pPr>
                          <w:pStyle w:val="TableText"/>
                          <w:spacing w:after="0" w:line="240" w:lineRule="auto"/>
                        </w:pPr>
                        <w:sdt>
                          <w:sdtPr>
                            <w:rPr>
                              <w:i/>
                            </w:rPr>
                            <w:id w:val="-1022701904"/>
                            <w:placeholder>
                              <w:docPart w:val="1DA98BB882364DA8BFCAA624FDE7F160"/>
                            </w:placeholder>
                          </w:sdtPr>
                          <w:sdtEndPr/>
                          <w:sdtContent>
                            <w:sdt>
                              <w:sdtPr>
                                <w:id w:val="398951662"/>
                                <w:placeholder>
                                  <w:docPart w:val="40D87A7520234BC2BF142767CBF9B47A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t>[Enter mobile]</w:t>
                                </w:r>
                              </w:sdtContent>
                            </w:sdt>
                          </w:sdtContent>
                        </w:sdt>
                      </w:p>
                    </w:tc>
                  </w:tr>
                  <w:tr w:rsidR="00A748BE" w14:paraId="04B3A4AE" w14:textId="77777777" w:rsidTr="0044237A">
                    <w:trPr>
                      <w:cantSplit/>
                    </w:trPr>
                    <w:tc>
                      <w:tcPr>
                        <w:tcW w:w="1072" w:type="pct"/>
                        <w:tcBorders>
                          <w:top w:val="dotted" w:sz="4" w:space="0" w:color="7F7F7F" w:themeColor="text1" w:themeTint="80"/>
                        </w:tcBorders>
                      </w:tcPr>
                      <w:p w14:paraId="28E021DF" w14:textId="77777777" w:rsidR="00A748BE" w:rsidRPr="00D96963" w:rsidRDefault="00A748BE" w:rsidP="00A748BE">
                        <w:pPr>
                          <w:spacing w:after="0"/>
                          <w:rPr>
                            <w:b/>
                          </w:rPr>
                        </w:pPr>
                        <w:r w:rsidRPr="00F329C9">
                          <w:rPr>
                            <w:b/>
                          </w:rPr>
                          <w:t>Line Manager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928" w:type="pct"/>
                        <w:gridSpan w:val="3"/>
                        <w:tcBorders>
                          <w:top w:val="dotted" w:sz="4" w:space="0" w:color="7F7F7F" w:themeColor="text1" w:themeTint="80"/>
                        </w:tcBorders>
                      </w:tcPr>
                      <w:p w14:paraId="3980290D" w14:textId="77777777" w:rsidR="00A748BE" w:rsidRDefault="00A748BE" w:rsidP="003E2A29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</w:tr>
                </w:tbl>
                <w:p w14:paraId="7AC1493A" w14:textId="77777777" w:rsidR="00A748BE" w:rsidRPr="0042609A" w:rsidRDefault="00A748BE" w:rsidP="00A748BE"/>
              </w:tc>
            </w:tr>
          </w:tbl>
          <w:p w14:paraId="32D2509D" w14:textId="77777777" w:rsidR="00A748BE" w:rsidRDefault="00994386" w:rsidP="002F5516">
            <w:pPr>
              <w:pStyle w:val="Subtitle"/>
              <w:spacing w:after="120"/>
              <w:ind w:left="113"/>
            </w:pPr>
            <w:r>
              <w:t>// Report details</w:t>
            </w:r>
          </w:p>
          <w:tbl>
            <w:tblPr>
              <w:tblStyle w:val="TablePlan2go"/>
              <w:tblW w:w="5000" w:type="pct"/>
              <w:tblLayout w:type="fixed"/>
              <w:tblCellMar>
                <w:top w:w="0" w:type="dxa"/>
                <w:bottom w:w="57" w:type="dxa"/>
              </w:tblCellMar>
              <w:tblLook w:val="0480" w:firstRow="0" w:lastRow="0" w:firstColumn="1" w:lastColumn="0" w:noHBand="0" w:noVBand="1"/>
            </w:tblPr>
            <w:tblGrid>
              <w:gridCol w:w="9061"/>
            </w:tblGrid>
            <w:tr w:rsidR="00583317" w14:paraId="7E956A6D" w14:textId="77777777" w:rsidTr="0044237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 w:val="0"/>
              </w:trPr>
              <w:tc>
                <w:tcPr>
                  <w:tcW w:w="9061" w:type="dxa"/>
                  <w:tcMar>
                    <w:bottom w:w="57" w:type="dxa"/>
                  </w:tcMar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7F7F7F" w:themeColor="text1" w:themeTint="80"/>
                      <w:insideV w:val="none" w:sz="0" w:space="0" w:color="auto"/>
                    </w:tblBorders>
                    <w:tblLayout w:type="fixed"/>
                    <w:tblCellMar>
                      <w:top w:w="85" w:type="dxa"/>
                      <w:left w:w="0" w:type="dxa"/>
                      <w:bottom w:w="28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95"/>
                    <w:gridCol w:w="1135"/>
                    <w:gridCol w:w="5810"/>
                  </w:tblGrid>
                  <w:tr w:rsidR="0044237A" w14:paraId="7F671AF8" w14:textId="77777777" w:rsidTr="00473312">
                    <w:tc>
                      <w:tcPr>
                        <w:tcW w:w="1072" w:type="pct"/>
                        <w:tcMar>
                          <w:top w:w="142" w:type="dxa"/>
                        </w:tcMar>
                      </w:tcPr>
                      <w:p w14:paraId="496B61AA" w14:textId="77777777" w:rsidR="0044237A" w:rsidRPr="000C3DA1" w:rsidRDefault="0044237A" w:rsidP="0044237A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Type of issue</w:t>
                        </w:r>
                        <w:r w:rsidRPr="00DC0DC7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928" w:type="pct"/>
                        <w:gridSpan w:val="2"/>
                      </w:tcPr>
                      <w:tbl>
                        <w:tblPr>
                          <w:tblStyle w:val="TableGrid"/>
                          <w:tblW w:w="6964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50"/>
                          <w:gridCol w:w="1921"/>
                          <w:gridCol w:w="273"/>
                          <w:gridCol w:w="1419"/>
                          <w:gridCol w:w="348"/>
                          <w:gridCol w:w="2653"/>
                        </w:tblGrid>
                        <w:tr w:rsidR="0044237A" w14:paraId="5573C0AB" w14:textId="77777777" w:rsidTr="0044237A">
                          <w:trPr>
                            <w:cantSplit/>
                          </w:trPr>
                          <w:sdt>
                            <w:sdtPr>
                              <w:id w:val="-49094737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51" w:type="pct"/>
                                  <w:shd w:val="clear" w:color="auto" w:fill="auto"/>
                                </w:tcPr>
                                <w:p w14:paraId="378E8D4D" w14:textId="77777777" w:rsidR="0044237A" w:rsidRDefault="0044237A" w:rsidP="0044237A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379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72CF94F1" w14:textId="77777777" w:rsidR="0044237A" w:rsidRDefault="0044237A" w:rsidP="0044237A">
                              <w:pPr>
                                <w:pStyle w:val="TableText"/>
                                <w:spacing w:after="0" w:line="240" w:lineRule="auto"/>
                              </w:pPr>
                              <w:r w:rsidRPr="0044237A">
                                <w:t>Hazard</w:t>
                              </w:r>
                            </w:p>
                          </w:tc>
                          <w:sdt>
                            <w:sdtPr>
                              <w:id w:val="-174948221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196" w:type="pct"/>
                                  <w:shd w:val="clear" w:color="auto" w:fill="auto"/>
                                </w:tcPr>
                                <w:p w14:paraId="2091D6D1" w14:textId="77777777" w:rsidR="0044237A" w:rsidRDefault="0044237A" w:rsidP="0044237A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019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15EACDBF" w14:textId="77777777" w:rsidR="0044237A" w:rsidRDefault="000703EE" w:rsidP="0044237A">
                              <w:pPr>
                                <w:pStyle w:val="TableText"/>
                                <w:spacing w:after="0" w:line="240" w:lineRule="auto"/>
                              </w:pPr>
                              <w:r>
                                <w:t>Near miss</w:t>
                              </w:r>
                            </w:p>
                          </w:tc>
                          <w:sdt>
                            <w:sdtPr>
                              <w:id w:val="-16538247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50" w:type="pct"/>
                                </w:tcPr>
                                <w:p w14:paraId="6BE3C63E" w14:textId="77777777" w:rsidR="0044237A" w:rsidRDefault="0044237A" w:rsidP="0044237A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06" w:type="pct"/>
                            </w:tcPr>
                            <w:p w14:paraId="1C3918A9" w14:textId="77777777" w:rsidR="0044237A" w:rsidRDefault="0044237A" w:rsidP="0044237A">
                              <w:pPr>
                                <w:pStyle w:val="TableText"/>
                                <w:spacing w:after="0" w:line="240" w:lineRule="auto"/>
                              </w:pPr>
                              <w:r w:rsidRPr="0044237A">
                                <w:t>Workplace inspection</w:t>
                              </w:r>
                            </w:p>
                          </w:tc>
                        </w:tr>
                        <w:tr w:rsidR="0044237A" w14:paraId="444DDCDA" w14:textId="77777777" w:rsidTr="0044237A">
                          <w:trPr>
                            <w:cantSplit/>
                          </w:trPr>
                          <w:sdt>
                            <w:sdtPr>
                              <w:id w:val="-71913531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51" w:type="pct"/>
                                  <w:shd w:val="clear" w:color="auto" w:fill="auto"/>
                                </w:tcPr>
                                <w:p w14:paraId="54B33F94" w14:textId="77777777" w:rsidR="0044237A" w:rsidRDefault="00E84213" w:rsidP="0044237A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379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7B9AFA56" w14:textId="77777777" w:rsidR="0044237A" w:rsidRDefault="0044237A" w:rsidP="0044237A">
                              <w:pPr>
                                <w:pStyle w:val="TableText"/>
                                <w:spacing w:after="0" w:line="240" w:lineRule="auto"/>
                              </w:pPr>
                              <w:r w:rsidRPr="0044237A">
                                <w:t>Incident/Injury</w:t>
                              </w:r>
                            </w:p>
                          </w:tc>
                          <w:sdt>
                            <w:sdtPr>
                              <w:id w:val="8055163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196" w:type="pct"/>
                                  <w:shd w:val="clear" w:color="auto" w:fill="auto"/>
                                </w:tcPr>
                                <w:p w14:paraId="0382B2D3" w14:textId="77777777" w:rsidR="0044237A" w:rsidRDefault="0044237A" w:rsidP="0044237A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019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48130C9D" w14:textId="77777777" w:rsidR="0044237A" w:rsidRDefault="0044237A" w:rsidP="0044237A">
                              <w:pPr>
                                <w:pStyle w:val="TableText"/>
                                <w:spacing w:after="0" w:line="240" w:lineRule="auto"/>
                              </w:pPr>
                              <w:r w:rsidRPr="0044237A">
                                <w:t>Security</w:t>
                              </w:r>
                            </w:p>
                          </w:tc>
                          <w:sdt>
                            <w:sdtPr>
                              <w:id w:val="113306572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50" w:type="pct"/>
                                </w:tcPr>
                                <w:p w14:paraId="1DD7B336" w14:textId="77777777" w:rsidR="0044237A" w:rsidRDefault="0044237A" w:rsidP="0044237A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06" w:type="pct"/>
                            </w:tcPr>
                            <w:p w14:paraId="7702DFBA" w14:textId="77777777" w:rsidR="0044237A" w:rsidRDefault="0044237A" w:rsidP="0044237A">
                              <w:pPr>
                                <w:pStyle w:val="TableText"/>
                                <w:spacing w:after="0" w:line="240" w:lineRule="auto"/>
                              </w:pPr>
                              <w:r w:rsidRPr="0044237A">
                                <w:t>Environment</w:t>
                              </w:r>
                            </w:p>
                          </w:tc>
                        </w:tr>
                      </w:tbl>
                      <w:p w14:paraId="7A1E81D1" w14:textId="77777777" w:rsidR="0044237A" w:rsidRPr="00273609" w:rsidRDefault="0044237A" w:rsidP="0044237A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</w:tr>
                  <w:tr w:rsidR="0032237D" w14:paraId="39955C5A" w14:textId="77777777" w:rsidTr="00473312">
                    <w:tc>
                      <w:tcPr>
                        <w:tcW w:w="1714" w:type="pct"/>
                        <w:gridSpan w:val="2"/>
                      </w:tcPr>
                      <w:p w14:paraId="3182999A" w14:textId="77777777" w:rsidR="0044237A" w:rsidRDefault="005B0D7D" w:rsidP="0044237A">
                        <w:pPr>
                          <w:spacing w:after="0"/>
                          <w:rPr>
                            <w:b/>
                          </w:rPr>
                        </w:pPr>
                        <w:r w:rsidRPr="005B0D7D">
                          <w:rPr>
                            <w:b/>
                          </w:rPr>
                          <w:t>Date of hazard/incident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286" w:type="pct"/>
                      </w:tcPr>
                      <w:p w14:paraId="7A4B6602" w14:textId="77777777" w:rsidR="0044237A" w:rsidRPr="00D96963" w:rsidRDefault="0044237A" w:rsidP="003E2A29">
                        <w:pPr>
                          <w:spacing w:after="0"/>
                        </w:pPr>
                      </w:p>
                    </w:tc>
                  </w:tr>
                  <w:tr w:rsidR="005B0D7D" w14:paraId="5A82B9E2" w14:textId="77777777" w:rsidTr="00473312">
                    <w:tc>
                      <w:tcPr>
                        <w:tcW w:w="1714" w:type="pct"/>
                        <w:gridSpan w:val="2"/>
                      </w:tcPr>
                      <w:p w14:paraId="3204CBD4" w14:textId="77777777" w:rsidR="005B0D7D" w:rsidRPr="005B0D7D" w:rsidRDefault="005B0D7D" w:rsidP="005B0D7D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Time</w:t>
                        </w:r>
                        <w:r w:rsidRPr="005B0D7D">
                          <w:rPr>
                            <w:b/>
                          </w:rPr>
                          <w:t xml:space="preserve"> of hazard/incident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286" w:type="pct"/>
                      </w:tcPr>
                      <w:p w14:paraId="7D0C4367" w14:textId="77777777" w:rsidR="005B0D7D" w:rsidRDefault="00E84213" w:rsidP="003E2A29">
                        <w:pPr>
                          <w:spacing w:after="0"/>
                        </w:pPr>
                        <w:sdt>
                          <w:sdtPr>
                            <w:id w:val="1890908111"/>
                            <w:placeholder>
                              <w:docPart w:val="B5E68AE6958D4B189FFB24321761852B"/>
                            </w:placeholder>
                            <w:showingPlcHdr/>
                          </w:sdtPr>
                          <w:sdtEndPr/>
                          <w:sdtContent>
                            <w:r>
                              <w:t>[Enter details]</w:t>
                            </w:r>
                          </w:sdtContent>
                        </w:sdt>
                      </w:p>
                    </w:tc>
                  </w:tr>
                  <w:tr w:rsidR="0032237D" w14:paraId="2C8D7C21" w14:textId="77777777" w:rsidTr="00473312">
                    <w:tc>
                      <w:tcPr>
                        <w:tcW w:w="1714" w:type="pct"/>
                        <w:gridSpan w:val="2"/>
                      </w:tcPr>
                      <w:p w14:paraId="6421E97E" w14:textId="77777777" w:rsidR="0032237D" w:rsidRPr="005B0D7D" w:rsidRDefault="0032237D" w:rsidP="0032237D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Location</w:t>
                        </w:r>
                        <w:r w:rsidRPr="005B0D7D">
                          <w:rPr>
                            <w:b/>
                          </w:rPr>
                          <w:t xml:space="preserve"> of hazard/incident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286" w:type="pct"/>
                      </w:tcPr>
                      <w:p w14:paraId="0407712D" w14:textId="77777777" w:rsidR="0032237D" w:rsidRDefault="00E84213" w:rsidP="003E2A29">
                        <w:pPr>
                          <w:spacing w:after="0"/>
                        </w:pPr>
                        <w:sdt>
                          <w:sdtPr>
                            <w:id w:val="1259485842"/>
                            <w:placeholder>
                              <w:docPart w:val="ADC673E1DF8E4203A4248F02FFE9F603"/>
                            </w:placeholder>
                            <w:showingPlcHdr/>
                          </w:sdtPr>
                          <w:sdtEndPr/>
                          <w:sdtContent>
                            <w:r>
                              <w:t>[Enter details]</w:t>
                            </w:r>
                          </w:sdtContent>
                        </w:sdt>
                      </w:p>
                    </w:tc>
                  </w:tr>
                  <w:tr w:rsidR="00F52926" w14:paraId="24950132" w14:textId="77777777" w:rsidTr="00473312">
                    <w:tc>
                      <w:tcPr>
                        <w:tcW w:w="1714" w:type="pct"/>
                        <w:gridSpan w:val="2"/>
                      </w:tcPr>
                      <w:p w14:paraId="4ADFBAFB" w14:textId="77777777" w:rsidR="00F52926" w:rsidRDefault="008F4848" w:rsidP="008F4848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Hazard</w:t>
                        </w:r>
                        <w:r w:rsidR="00F52926" w:rsidRPr="00F52926">
                          <w:rPr>
                            <w:b/>
                          </w:rPr>
                          <w:t>/incident category</w:t>
                        </w:r>
                        <w:r w:rsidR="00F52926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3286" w:type="pct"/>
                      </w:tcPr>
                      <w:tbl>
                        <w:tblPr>
                          <w:tblStyle w:val="TableGrid"/>
                          <w:tblW w:w="5000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bottom w:w="85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4"/>
                          <w:gridCol w:w="5526"/>
                        </w:tblGrid>
                        <w:tr w:rsidR="00300D61" w14:paraId="0B2174AE" w14:textId="77777777" w:rsidTr="00300D61">
                          <w:trPr>
                            <w:cantSplit/>
                          </w:trPr>
                          <w:sdt>
                            <w:sdtPr>
                              <w:id w:val="11503821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0415037B" w14:textId="77777777" w:rsidR="00300D61" w:rsidRDefault="00E84213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3533466C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Electrical/Physical (ergonomics, manual handling, slips/trips/falls)</w:t>
                              </w:r>
                            </w:p>
                          </w:tc>
                        </w:tr>
                        <w:tr w:rsidR="00300D61" w14:paraId="51FA607B" w14:textId="77777777" w:rsidTr="00300D61">
                          <w:trPr>
                            <w:cantSplit/>
                          </w:trPr>
                          <w:sdt>
                            <w:sdtPr>
                              <w:id w:val="-88695163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1D85E9B7" w14:textId="77777777" w:rsidR="00300D61" w:rsidRDefault="00300D61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3563D54B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Biological (disease, mould, infection)</w:t>
                              </w:r>
                            </w:p>
                          </w:tc>
                        </w:tr>
                        <w:tr w:rsidR="00300D61" w14:paraId="111E1429" w14:textId="77777777" w:rsidTr="00300D61">
                          <w:trPr>
                            <w:cantSplit/>
                          </w:trPr>
                          <w:sdt>
                            <w:sdtPr>
                              <w:id w:val="-208305301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0D543E68" w14:textId="77777777" w:rsidR="00300D61" w:rsidRDefault="00300D61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73EAC896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Environmental (air quality, pollution, conditions)</w:t>
                              </w:r>
                            </w:p>
                          </w:tc>
                        </w:tr>
                        <w:tr w:rsidR="00300D61" w14:paraId="16069BA2" w14:textId="77777777" w:rsidTr="00300D61">
                          <w:trPr>
                            <w:cantSplit/>
                          </w:trPr>
                          <w:sdt>
                            <w:sdtPr>
                              <w:id w:val="2063673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49F83180" w14:textId="77777777" w:rsidR="00300D61" w:rsidRDefault="00300D61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518FD5B7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Psychological (stress, bullying)</w:t>
                              </w:r>
                            </w:p>
                          </w:tc>
                        </w:tr>
                        <w:tr w:rsidR="00300D61" w14:paraId="351BB092" w14:textId="77777777" w:rsidTr="00300D61">
                          <w:trPr>
                            <w:cantSplit/>
                          </w:trPr>
                          <w:sdt>
                            <w:sdtPr>
                              <w:id w:val="158487730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168D5AA3" w14:textId="77777777" w:rsidR="00300D61" w:rsidRDefault="00300D61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47DAEF50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Chemical (exposure, hazardous materials)</w:t>
                              </w:r>
                            </w:p>
                          </w:tc>
                        </w:tr>
                        <w:tr w:rsidR="00300D61" w14:paraId="7F60E728" w14:textId="77777777" w:rsidTr="00300D61">
                          <w:trPr>
                            <w:cantSplit/>
                          </w:trPr>
                          <w:sdt>
                            <w:sdtPr>
                              <w:id w:val="119211901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0251A915" w14:textId="77777777" w:rsidR="00300D61" w:rsidRDefault="00300D61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11D04E84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Noise</w:t>
                              </w:r>
                            </w:p>
                          </w:tc>
                        </w:tr>
                        <w:tr w:rsidR="00300D61" w14:paraId="373FF9DB" w14:textId="77777777" w:rsidTr="00300D61">
                          <w:trPr>
                            <w:cantSplit/>
                          </w:trPr>
                          <w:sdt>
                            <w:sdtPr>
                              <w:id w:val="136232112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244" w:type="pct"/>
                                  <w:shd w:val="clear" w:color="auto" w:fill="auto"/>
                                </w:tcPr>
                                <w:p w14:paraId="4390EC22" w14:textId="77777777" w:rsidR="00300D61" w:rsidRDefault="00300D61" w:rsidP="00300D61">
                                  <w:pPr>
                                    <w:pStyle w:val="TableText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475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29BF9EE8" w14:textId="77777777" w:rsidR="00300D61" w:rsidRDefault="00300D61" w:rsidP="00300D61">
                              <w:pPr>
                                <w:pStyle w:val="TableText"/>
                                <w:spacing w:after="0" w:line="240" w:lineRule="auto"/>
                              </w:pPr>
                              <w:r w:rsidRPr="00300D61">
                                <w:t>Other category (please specify)</w:t>
                              </w:r>
                            </w:p>
                          </w:tc>
                        </w:tr>
                      </w:tbl>
                      <w:p w14:paraId="2C611CA7" w14:textId="77777777" w:rsidR="00F52926" w:rsidRDefault="00F52926" w:rsidP="0032237D">
                        <w:pPr>
                          <w:spacing w:after="0"/>
                        </w:pPr>
                      </w:p>
                    </w:tc>
                  </w:tr>
                  <w:tr w:rsidR="00D87C7E" w:rsidRPr="00D87C7E" w14:paraId="73FEBB85" w14:textId="77777777" w:rsidTr="00473312">
                    <w:tc>
                      <w:tcPr>
                        <w:tcW w:w="5000" w:type="pct"/>
                        <w:gridSpan w:val="3"/>
                      </w:tcPr>
                      <w:p w14:paraId="035B9C6E" w14:textId="77777777" w:rsidR="00D87C7E" w:rsidRPr="00D87C7E" w:rsidRDefault="00D87C7E" w:rsidP="00D87C7E">
                        <w:pPr>
                          <w:pStyle w:val="TableText"/>
                          <w:rPr>
                            <w:b/>
                          </w:rPr>
                        </w:pPr>
                        <w:r w:rsidRPr="00D87C7E">
                          <w:rPr>
                            <w:b/>
                          </w:rPr>
                          <w:lastRenderedPageBreak/>
                          <w:t>Description of hazard/incident</w:t>
                        </w:r>
                        <w:r w:rsidR="000703EE">
                          <w:rPr>
                            <w:b/>
                          </w:rPr>
                          <w:t>/near miss</w:t>
                        </w:r>
                        <w:r w:rsidRPr="00D87C7E">
                          <w:rPr>
                            <w:b/>
                          </w:rPr>
                          <w:t>:</w:t>
                        </w:r>
                      </w:p>
                      <w:p w14:paraId="6C8CE374" w14:textId="77777777" w:rsidR="00D87C7E" w:rsidRPr="00D87C7E" w:rsidRDefault="00E84213" w:rsidP="00E84213">
                        <w:pPr>
                          <w:pStyle w:val="TableText"/>
                          <w:spacing w:after="0" w:line="312" w:lineRule="auto"/>
                        </w:pPr>
                        <w:sdt>
                          <w:sdtPr>
                            <w:id w:val="468173735"/>
                            <w:placeholder>
                              <w:docPart w:val="1A05AD3A4C124E7994BD4EC20BB3CFFE"/>
                            </w:placeholder>
                          </w:sdtPr>
                          <w:sdtEndPr/>
                          <w:sdtContent>
                            <w:r w:rsidR="003E2A29">
                              <w:t>.</w:t>
                            </w:r>
                          </w:sdtContent>
                        </w:sdt>
                      </w:p>
                    </w:tc>
                  </w:tr>
                </w:tbl>
                <w:p w14:paraId="0E6CCA31" w14:textId="77777777" w:rsidR="00583317" w:rsidRPr="0042609A" w:rsidRDefault="00583317" w:rsidP="00583317"/>
              </w:tc>
            </w:tr>
          </w:tbl>
          <w:p w14:paraId="4520D361" w14:textId="77777777" w:rsidR="00473312" w:rsidRPr="00473312" w:rsidRDefault="00473312" w:rsidP="00652E60">
            <w:pPr>
              <w:pStyle w:val="NoSpacing"/>
              <w:spacing w:before="240" w:after="120"/>
              <w:ind w:left="113"/>
              <w:rPr>
                <w:i/>
              </w:rPr>
            </w:pPr>
            <w:r w:rsidRPr="00473312">
              <w:rPr>
                <w:rFonts w:ascii="Cambria" w:hAnsi="Cambria" w:cs="Arial"/>
                <w:i/>
              </w:rPr>
              <w:lastRenderedPageBreak/>
              <w:t>If reporting an incident please complete the section below</w:t>
            </w:r>
            <w:r>
              <w:rPr>
                <w:rFonts w:ascii="Cambria" w:hAnsi="Cambria" w:cs="Arial"/>
                <w:i/>
              </w:rPr>
              <w:t>:</w:t>
            </w:r>
          </w:p>
          <w:tbl>
            <w:tblPr>
              <w:tblStyle w:val="TablePlan2go"/>
              <w:tblW w:w="5000" w:type="pct"/>
              <w:tblLayout w:type="fixed"/>
              <w:tblCellMar>
                <w:top w:w="0" w:type="dxa"/>
                <w:bottom w:w="57" w:type="dxa"/>
              </w:tblCellMar>
              <w:tblLook w:val="0480" w:firstRow="0" w:lastRow="0" w:firstColumn="1" w:lastColumn="0" w:noHBand="0" w:noVBand="1"/>
            </w:tblPr>
            <w:tblGrid>
              <w:gridCol w:w="9061"/>
            </w:tblGrid>
            <w:tr w:rsidR="00BD10D9" w14:paraId="74F5B29B" w14:textId="77777777" w:rsidTr="00D45D2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 w:val="0"/>
              </w:trPr>
              <w:tc>
                <w:tcPr>
                  <w:tcW w:w="9061" w:type="dxa"/>
                  <w:tcMar>
                    <w:bottom w:w="57" w:type="dxa"/>
                  </w:tcMar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7F7F7F" w:themeColor="text1" w:themeTint="80"/>
                      <w:insideV w:val="dotted" w:sz="4" w:space="0" w:color="7F7F7F" w:themeColor="text1" w:themeTint="80"/>
                    </w:tblBorders>
                    <w:tblLayout w:type="fixed"/>
                    <w:tblCellMar>
                      <w:top w:w="85" w:type="dxa"/>
                      <w:left w:w="0" w:type="dxa"/>
                      <w:bottom w:w="28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40"/>
                  </w:tblGrid>
                  <w:tr w:rsidR="00BD10D9" w14:paraId="0FCA1EA5" w14:textId="77777777" w:rsidTr="00D45D26">
                    <w:tc>
                      <w:tcPr>
                        <w:tcW w:w="5000" w:type="pct"/>
                      </w:tcPr>
                      <w:p w14:paraId="175A0CC7" w14:textId="77777777" w:rsidR="00BD10D9" w:rsidRPr="00D87C7E" w:rsidRDefault="00BD10D9" w:rsidP="00BD10D9">
                        <w:pPr>
                          <w:pStyle w:val="TableText"/>
                          <w:rPr>
                            <w:b/>
                          </w:rPr>
                        </w:pPr>
                        <w:r w:rsidRPr="00D87C7E">
                          <w:rPr>
                            <w:b/>
                          </w:rPr>
                          <w:t xml:space="preserve">Description of </w:t>
                        </w:r>
                        <w:r>
                          <w:rPr>
                            <w:b/>
                          </w:rPr>
                          <w:t>injury</w:t>
                        </w:r>
                        <w:r w:rsidRPr="00D87C7E">
                          <w:rPr>
                            <w:b/>
                          </w:rPr>
                          <w:t>:</w:t>
                        </w:r>
                      </w:p>
                      <w:p w14:paraId="74A8EE47" w14:textId="77777777" w:rsidR="00BD10D9" w:rsidRDefault="00E84213" w:rsidP="00E84213">
                        <w:pPr>
                          <w:pStyle w:val="TableText"/>
                          <w:spacing w:after="0" w:line="312" w:lineRule="auto"/>
                          <w:jc w:val="both"/>
                        </w:pPr>
                        <w:sdt>
                          <w:sdtPr>
                            <w:id w:val="1373108790"/>
                            <w:placeholder>
                              <w:docPart w:val="5339D012B7024CC9889F7B39CEA6BC0C"/>
                            </w:placeholder>
                            <w:showingPlcHdr/>
                          </w:sdtPr>
                          <w:sdtEndPr/>
                          <w:sdtContent>
                            <w:r>
                              <w:t>[Click here to enter text]</w:t>
                            </w:r>
                          </w:sdtContent>
                        </w:sdt>
                      </w:p>
                    </w:tc>
                  </w:tr>
                  <w:tr w:rsidR="00BD10D9" w14:paraId="0605BE2F" w14:textId="77777777" w:rsidTr="00D45D26">
                    <w:tc>
                      <w:tcPr>
                        <w:tcW w:w="5000" w:type="pct"/>
                      </w:tcPr>
                      <w:p w14:paraId="5806555D" w14:textId="77777777" w:rsidR="00BD10D9" w:rsidRPr="00083CFF" w:rsidRDefault="00BD10D9" w:rsidP="001601B3">
                        <w:pPr>
                          <w:spacing w:after="120" w:line="264" w:lineRule="auto"/>
                        </w:pPr>
                        <w:r w:rsidRPr="00AE5A18">
                          <w:rPr>
                            <w:b/>
                          </w:rPr>
                          <w:t>Did this incident result in time off work?</w:t>
                        </w:r>
                        <w:r>
                          <w:t xml:space="preserve"> </w:t>
                        </w:r>
                        <w:sdt>
                          <w:sdtPr>
                            <w:id w:val="143008865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E84213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Yes   </w:t>
                        </w:r>
                        <w:sdt>
                          <w:sdtPr>
                            <w:id w:val="2079787984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No</w:t>
                        </w:r>
                      </w:p>
                    </w:tc>
                  </w:tr>
                  <w:tr w:rsidR="00BD10D9" w14:paraId="1A6999F7" w14:textId="77777777" w:rsidTr="00D45D26">
                    <w:tc>
                      <w:tcPr>
                        <w:tcW w:w="5000" w:type="pct"/>
                      </w:tcPr>
                      <w:p w14:paraId="255DCC0B" w14:textId="77777777" w:rsidR="00BD10D9" w:rsidRPr="00BE6524" w:rsidRDefault="00BD10D9" w:rsidP="00BE6524">
                        <w:pPr>
                          <w:spacing w:after="120" w:line="264" w:lineRule="auto"/>
                        </w:pPr>
                        <w:r w:rsidRPr="008727AB">
                          <w:rPr>
                            <w:b/>
                          </w:rPr>
                          <w:t>Did this incident requir</w:t>
                        </w:r>
                        <w:r>
                          <w:rPr>
                            <w:b/>
                          </w:rPr>
                          <w:t>e medical attention by a doctor</w:t>
                        </w:r>
                        <w:r w:rsidRPr="00AE5A18">
                          <w:rPr>
                            <w:b/>
                          </w:rPr>
                          <w:t>?</w:t>
                        </w:r>
                        <w:r>
                          <w:t xml:space="preserve"> </w:t>
                        </w:r>
                        <w:sdt>
                          <w:sdtPr>
                            <w:id w:val="160638640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E84213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Yes   </w:t>
                        </w:r>
                        <w:sdt>
                          <w:sdtPr>
                            <w:id w:val="190002403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No</w:t>
                        </w:r>
                      </w:p>
                    </w:tc>
                  </w:tr>
                  <w:tr w:rsidR="00BD10D9" w14:paraId="7E4A9A2E" w14:textId="77777777" w:rsidTr="00D45D26">
                    <w:tc>
                      <w:tcPr>
                        <w:tcW w:w="5000" w:type="pct"/>
                      </w:tcPr>
                      <w:p w14:paraId="604455A5" w14:textId="77777777" w:rsidR="00BD10D9" w:rsidRDefault="00BD10D9" w:rsidP="00BD10D9">
                        <w:pPr>
                          <w:spacing w:after="120" w:line="264" w:lineRule="auto"/>
                        </w:pPr>
                        <w:r w:rsidRPr="008727AB">
                          <w:rPr>
                            <w:b/>
                          </w:rPr>
                          <w:t>Did this incident receive first aid</w:t>
                        </w:r>
                        <w:r w:rsidRPr="00AE5A18">
                          <w:rPr>
                            <w:b/>
                          </w:rPr>
                          <w:t>?</w:t>
                        </w:r>
                        <w:r>
                          <w:t xml:space="preserve"> </w:t>
                        </w:r>
                        <w:sdt>
                          <w:sdtPr>
                            <w:id w:val="42970219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Yes   </w:t>
                        </w:r>
                        <w:sdt>
                          <w:sdtPr>
                            <w:id w:val="156753087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E84213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No</w:t>
                        </w:r>
                      </w:p>
                      <w:p w14:paraId="38968EA2" w14:textId="77777777" w:rsidR="00BD10D9" w:rsidRDefault="00BD10D9" w:rsidP="00BD10D9">
                        <w:pPr>
                          <w:spacing w:after="120" w:line="264" w:lineRule="auto"/>
                        </w:pPr>
                        <w:r w:rsidRPr="008727AB">
                          <w:rPr>
                            <w:b/>
                          </w:rPr>
                          <w:t>First aider name</w:t>
                        </w:r>
                        <w:r w:rsidRPr="00AE5A18">
                          <w:rPr>
                            <w:b/>
                          </w:rPr>
                          <w:t>:</w:t>
                        </w:r>
                        <w:r>
                          <w:t xml:space="preserve"> </w:t>
                        </w:r>
                        <w:sdt>
                          <w:sdtPr>
                            <w:id w:val="1771885370"/>
                            <w:placeholder>
                              <w:docPart w:val="762462E702014D45B59C7B9995F8AD7C"/>
                            </w:placeholder>
                            <w:showingPlcHdr/>
                          </w:sdtPr>
                          <w:sdtEndPr/>
                          <w:sdtContent>
                            <w:r>
                              <w:t>[Click here to enter]</w:t>
                            </w:r>
                          </w:sdtContent>
                        </w:sdt>
                      </w:p>
                      <w:p w14:paraId="02EAA1B7" w14:textId="77777777" w:rsidR="00BD10D9" w:rsidRPr="00A97C9E" w:rsidRDefault="00BD10D9" w:rsidP="00BD10D9">
                        <w:pPr>
                          <w:spacing w:after="0"/>
                        </w:pPr>
                        <w:r w:rsidRPr="00876E7E">
                          <w:rPr>
                            <w:b/>
                          </w:rPr>
                          <w:t>First aid treatment received</w:t>
                        </w:r>
                        <w:r w:rsidRPr="00AE5A18">
                          <w:rPr>
                            <w:b/>
                          </w:rPr>
                          <w:t>:</w:t>
                        </w:r>
                        <w:r>
                          <w:t xml:space="preserve"> </w:t>
                        </w:r>
                        <w:sdt>
                          <w:sdtPr>
                            <w:id w:val="-23487619"/>
                            <w:placeholder>
                              <w:docPart w:val="758C1F6A87BC4946A367CF84701F4D91"/>
                            </w:placeholder>
                            <w:showingPlcHdr/>
                          </w:sdtPr>
                          <w:sdtEndPr/>
                          <w:sdtContent>
                            <w:r>
                              <w:t>[Click here to enter]</w:t>
                            </w:r>
                          </w:sdtContent>
                        </w:sdt>
                      </w:p>
                    </w:tc>
                  </w:tr>
                  <w:tr w:rsidR="00BD10D9" w14:paraId="7B9B952D" w14:textId="77777777" w:rsidTr="00D45D26">
                    <w:tc>
                      <w:tcPr>
                        <w:tcW w:w="5000" w:type="pct"/>
                      </w:tcPr>
                      <w:p w14:paraId="0F09D977" w14:textId="77777777" w:rsidR="00BD10D9" w:rsidRDefault="00BD10D9" w:rsidP="00BD10D9">
                        <w:pPr>
                          <w:spacing w:after="120" w:line="264" w:lineRule="auto"/>
                        </w:pPr>
                        <w:r w:rsidRPr="008817B9">
                          <w:rPr>
                            <w:b/>
                          </w:rPr>
                          <w:t>Was there a witness</w:t>
                        </w:r>
                        <w:r w:rsidRPr="00AE5A18">
                          <w:rPr>
                            <w:b/>
                          </w:rPr>
                          <w:t>?</w:t>
                        </w:r>
                        <w:r>
                          <w:t xml:space="preserve"> </w:t>
                        </w:r>
                        <w:sdt>
                          <w:sdtPr>
                            <w:id w:val="1216388745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E84213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Yes   </w:t>
                        </w:r>
                        <w:sdt>
                          <w:sdtPr>
                            <w:id w:val="150362177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</w:sdtContent>
                        </w:sdt>
                        <w:r>
                          <w:t xml:space="preserve"> No</w:t>
                        </w:r>
                      </w:p>
                      <w:p w14:paraId="07E8734A" w14:textId="77777777" w:rsidR="00BD10D9" w:rsidRPr="00AE5A18" w:rsidRDefault="00BD10D9" w:rsidP="00E84213">
                        <w:pPr>
                          <w:spacing w:after="120" w:line="264" w:lineRule="auto"/>
                          <w:rPr>
                            <w:b/>
                          </w:rPr>
                        </w:pPr>
                        <w:r w:rsidRPr="008817B9">
                          <w:rPr>
                            <w:b/>
                          </w:rPr>
                          <w:t>Witness details</w:t>
                        </w:r>
                        <w:r w:rsidRPr="00AE5A18">
                          <w:rPr>
                            <w:b/>
                          </w:rPr>
                          <w:t>:</w:t>
                        </w:r>
                        <w:r>
                          <w:t xml:space="preserve"> </w:t>
                        </w:r>
                        <w:sdt>
                          <w:sdtPr>
                            <w:id w:val="-1705471750"/>
                            <w:placeholder>
                              <w:docPart w:val="89F4AF723175465C88209251AE581306"/>
                            </w:placeholder>
                          </w:sdtPr>
                          <w:sdtEndPr/>
                          <w:sdtContent>
                            <w:r w:rsidR="003E2A29">
                              <w:t>.</w:t>
                            </w:r>
                          </w:sdtContent>
                        </w:sdt>
                      </w:p>
                    </w:tc>
                  </w:tr>
                </w:tbl>
                <w:p w14:paraId="1AB6E180" w14:textId="77777777" w:rsidR="00BD10D9" w:rsidRPr="0042609A" w:rsidRDefault="00BD10D9" w:rsidP="00BD10D9"/>
              </w:tc>
            </w:tr>
          </w:tbl>
          <w:p w14:paraId="10D1CC9D" w14:textId="77777777" w:rsidR="00BD10D9" w:rsidRDefault="00233E2E" w:rsidP="00DC6AD4">
            <w:pPr>
              <w:pStyle w:val="Subtitle"/>
              <w:spacing w:after="120"/>
              <w:ind w:left="113"/>
            </w:pPr>
            <w:r>
              <w:t>// Signature</w:t>
            </w:r>
          </w:p>
          <w:tbl>
            <w:tblPr>
              <w:tblStyle w:val="TablePlan2go"/>
              <w:tblW w:w="5000" w:type="pct"/>
              <w:tblLayout w:type="fixed"/>
              <w:tblCellMar>
                <w:top w:w="0" w:type="dxa"/>
                <w:bottom w:w="57" w:type="dxa"/>
              </w:tblCellMar>
              <w:tblLook w:val="0480" w:firstRow="0" w:lastRow="0" w:firstColumn="1" w:lastColumn="0" w:noHBand="0" w:noVBand="1"/>
            </w:tblPr>
            <w:tblGrid>
              <w:gridCol w:w="9061"/>
            </w:tblGrid>
            <w:tr w:rsidR="00DC6AD4" w14:paraId="2967A621" w14:textId="77777777" w:rsidTr="00DC6AD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 w:val="0"/>
              </w:trPr>
              <w:tc>
                <w:tcPr>
                  <w:tcW w:w="9061" w:type="dxa"/>
                  <w:tcMar>
                    <w:bottom w:w="57" w:type="dxa"/>
                  </w:tcMar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7F7F7F" w:themeColor="text1" w:themeTint="80"/>
                      <w:insideV w:val="none" w:sz="0" w:space="0" w:color="auto"/>
                    </w:tblBorders>
                    <w:tblLayout w:type="fixed"/>
                    <w:tblCellMar>
                      <w:top w:w="85" w:type="dxa"/>
                      <w:left w:w="0" w:type="dxa"/>
                      <w:bottom w:w="28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9"/>
                    <w:gridCol w:w="4111"/>
                    <w:gridCol w:w="711"/>
                    <w:gridCol w:w="2689"/>
                  </w:tblGrid>
                  <w:tr w:rsidR="00DC6AD4" w14:paraId="2354BB9C" w14:textId="77777777" w:rsidTr="00DB7900">
                    <w:trPr>
                      <w:cantSplit/>
                    </w:trPr>
                    <w:tc>
                      <w:tcPr>
                        <w:tcW w:w="5000" w:type="pct"/>
                        <w:gridSpan w:val="4"/>
                        <w:tcMar>
                          <w:top w:w="142" w:type="dxa"/>
                        </w:tcMar>
                      </w:tcPr>
                      <w:p w14:paraId="5BA35084" w14:textId="77777777" w:rsidR="00DC6AD4" w:rsidRPr="00DC6AD4" w:rsidRDefault="00DC6AD4" w:rsidP="001601B3">
                        <w:pPr>
                          <w:spacing w:after="0"/>
                        </w:pPr>
                        <w:r w:rsidRPr="00DC6AD4">
                          <w:t>I approve the release of the information in this form to approved persons which may include medical practitioners, legal representatives, employee associations, insurance companies and to the appropri</w:t>
                        </w:r>
                        <w:r>
                          <w:t>ate regulator in my state (</w:t>
                        </w:r>
                        <w:r w:rsidRPr="00DC6AD4">
                          <w:t>Work</w:t>
                        </w:r>
                        <w:r>
                          <w:t>S</w:t>
                        </w:r>
                        <w:r w:rsidRPr="00DC6AD4">
                          <w:t>afe)</w:t>
                        </w:r>
                        <w:r>
                          <w:t>.</w:t>
                        </w:r>
                      </w:p>
                    </w:tc>
                  </w:tr>
                  <w:tr w:rsidR="00510DE8" w14:paraId="34A3DED5" w14:textId="77777777" w:rsidTr="00DB7900">
                    <w:trPr>
                      <w:cantSplit/>
                      <w:trHeight w:val="851"/>
                    </w:trPr>
                    <w:tc>
                      <w:tcPr>
                        <w:tcW w:w="752" w:type="pct"/>
                      </w:tcPr>
                      <w:p w14:paraId="04AE197B" w14:textId="77777777" w:rsidR="00510DE8" w:rsidRPr="00DC0DC7" w:rsidRDefault="00510DE8" w:rsidP="00510DE8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</w:t>
                        </w:r>
                        <w:r w:rsidRPr="00195762">
                          <w:rPr>
                            <w:b/>
                          </w:rPr>
                          <w:t>ignature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2325" w:type="pct"/>
                      </w:tcPr>
                      <w:p w14:paraId="261433F0" w14:textId="77777777" w:rsidR="00510DE8" w:rsidRPr="00273609" w:rsidRDefault="00510DE8" w:rsidP="00DC6AD4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  <w:tc>
                      <w:tcPr>
                        <w:tcW w:w="402" w:type="pct"/>
                      </w:tcPr>
                      <w:p w14:paraId="70195720" w14:textId="77777777" w:rsidR="00510DE8" w:rsidRPr="00273609" w:rsidRDefault="00510DE8" w:rsidP="00510DE8">
                        <w:pPr>
                          <w:pStyle w:val="TableText"/>
                          <w:spacing w:after="0" w:line="240" w:lineRule="auto"/>
                        </w:pPr>
                        <w:r>
                          <w:rPr>
                            <w:b/>
                          </w:rPr>
                          <w:t>Date</w:t>
                        </w:r>
                        <w:r w:rsidRPr="00195762"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1521" w:type="pct"/>
                      </w:tcPr>
                      <w:p w14:paraId="173057C5" w14:textId="77777777" w:rsidR="00510DE8" w:rsidRPr="00273609" w:rsidRDefault="00510DE8" w:rsidP="00DC6AD4">
                        <w:pPr>
                          <w:pStyle w:val="TableText"/>
                          <w:spacing w:after="0" w:line="240" w:lineRule="auto"/>
                        </w:pPr>
                        <w:bookmarkStart w:id="0" w:name="_GoBack"/>
                        <w:bookmarkEnd w:id="0"/>
                      </w:p>
                    </w:tc>
                  </w:tr>
                  <w:tr w:rsidR="00DB7900" w14:paraId="0CBEF9CB" w14:textId="77777777" w:rsidTr="00DB7900">
                    <w:trPr>
                      <w:cantSplit/>
                    </w:trPr>
                    <w:tc>
                      <w:tcPr>
                        <w:tcW w:w="5000" w:type="pct"/>
                        <w:gridSpan w:val="4"/>
                      </w:tcPr>
                      <w:p w14:paraId="0DA8690C" w14:textId="77777777" w:rsidR="00DB7900" w:rsidRDefault="00DB7900" w:rsidP="00DC6AD4">
                        <w:pPr>
                          <w:spacing w:after="0"/>
                          <w:rPr>
                            <w:b/>
                          </w:rPr>
                        </w:pPr>
                        <w:r w:rsidRPr="00DB7900">
                          <w:rPr>
                            <w:b/>
                          </w:rPr>
                          <w:t>Send Part A to:</w:t>
                        </w:r>
                      </w:p>
                      <w:p w14:paraId="10D2B8C5" w14:textId="77777777" w:rsidR="00DB7900" w:rsidRPr="00CB493B" w:rsidRDefault="00DB7900" w:rsidP="002F68AE">
                        <w:pPr>
                          <w:pStyle w:val="TableNumb-List"/>
                          <w:ind w:left="714" w:hanging="357"/>
                        </w:pPr>
                        <w:r w:rsidRPr="00CB493B">
                          <w:t>Your line manager</w:t>
                        </w:r>
                      </w:p>
                      <w:p w14:paraId="7F071503" w14:textId="77777777" w:rsidR="00DB7900" w:rsidRPr="00CB493B" w:rsidRDefault="00DB7900" w:rsidP="002F68AE">
                        <w:pPr>
                          <w:pStyle w:val="TableNumb-List"/>
                          <w:ind w:left="714" w:hanging="357"/>
                        </w:pPr>
                        <w:r w:rsidRPr="00CB493B">
                          <w:t>WHS Committee</w:t>
                        </w:r>
                      </w:p>
                      <w:p w14:paraId="4DBDFDD0" w14:textId="77777777" w:rsidR="00DB7900" w:rsidRPr="00DB7900" w:rsidRDefault="00DB7900" w:rsidP="00DB7900">
                        <w:pPr>
                          <w:spacing w:after="0"/>
                        </w:pPr>
                        <w:r>
                          <w:rPr>
                            <w:b/>
                          </w:rPr>
                          <w:t>Date forwarded</w:t>
                        </w:r>
                        <w:r w:rsidRPr="00195762">
                          <w:rPr>
                            <w:b/>
                          </w:rPr>
                          <w:t>:</w:t>
                        </w:r>
                        <w:r>
                          <w:t xml:space="preserve"> </w:t>
                        </w:r>
                        <w:sdt>
                          <w:sdtPr>
                            <w:id w:val="-345644530"/>
                            <w:placeholder>
                              <w:docPart w:val="3ED5A2E5D9514D308091916CC0B91B23"/>
                            </w:placeholder>
                            <w:showingPlcHdr/>
                            <w:date>
                              <w:dateFormat w:val="d MMMM, yyyy"/>
                              <w:lid w:val="en-AU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r>
                              <w:t>[</w:t>
                            </w:r>
                            <w:r w:rsidRPr="00C958DC">
                              <w:t>Click here to enter the date</w:t>
                            </w:r>
                            <w:r>
                              <w:t>]</w:t>
                            </w:r>
                          </w:sdtContent>
                        </w:sdt>
                      </w:p>
                    </w:tc>
                  </w:tr>
                </w:tbl>
                <w:p w14:paraId="1581A36F" w14:textId="77777777" w:rsidR="00DC6AD4" w:rsidRPr="0042609A" w:rsidRDefault="00DC6AD4" w:rsidP="00DC6AD4"/>
              </w:tc>
            </w:tr>
          </w:tbl>
          <w:p w14:paraId="085CFA70" w14:textId="77777777" w:rsidR="00BD10D9" w:rsidRDefault="00BD10D9" w:rsidP="00C42205">
            <w:pPr>
              <w:pStyle w:val="NoSpacing"/>
            </w:pPr>
          </w:p>
        </w:tc>
      </w:tr>
    </w:tbl>
    <w:p w14:paraId="0EEC0824" w14:textId="77777777" w:rsidR="00D272FF" w:rsidRDefault="00D272FF" w:rsidP="00571BE5"/>
    <w:p w14:paraId="100117EF" w14:textId="77777777" w:rsidR="001601B3" w:rsidRDefault="001601B3">
      <w:r>
        <w:rPr>
          <w:b/>
          <w:caps/>
        </w:rPr>
        <w:br w:type="page"/>
      </w:r>
    </w:p>
    <w:tbl>
      <w:tblPr>
        <w:tblStyle w:val="TableGrid"/>
        <w:tblW w:w="5000" w:type="pct"/>
        <w:tblBorders>
          <w:top w:val="single" w:sz="8" w:space="0" w:color="3BB54A"/>
          <w:left w:val="single" w:sz="8" w:space="0" w:color="3BB54A"/>
          <w:bottom w:val="single" w:sz="8" w:space="0" w:color="3BB54A"/>
          <w:right w:val="single" w:sz="8" w:space="0" w:color="3BB54A"/>
          <w:insideH w:val="none" w:sz="0" w:space="0" w:color="auto"/>
          <w:insideV w:val="none" w:sz="0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77"/>
      </w:tblGrid>
      <w:tr w:rsidR="001F7F7D" w14:paraId="55255FC1" w14:textId="77777777" w:rsidTr="00D45D26">
        <w:tc>
          <w:tcPr>
            <w:tcW w:w="9277" w:type="dxa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57" w:type="dxa"/>
                <w:left w:w="113" w:type="dxa"/>
                <w:bottom w:w="57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9061"/>
            </w:tblGrid>
            <w:tr w:rsidR="001F7F7D" w14:paraId="39C9E041" w14:textId="77777777" w:rsidTr="00D45D26">
              <w:trPr>
                <w:cantSplit/>
              </w:trPr>
              <w:tc>
                <w:tcPr>
                  <w:tcW w:w="9061" w:type="dxa"/>
                  <w:shd w:val="clear" w:color="auto" w:fill="3BB54A"/>
                </w:tcPr>
                <w:p w14:paraId="14FFF0E9" w14:textId="77777777" w:rsidR="001F7F7D" w:rsidRPr="00E0003B" w:rsidRDefault="001F7F7D" w:rsidP="001F7F7D">
                  <w:pPr>
                    <w:pStyle w:val="Heading3"/>
                    <w:numPr>
                      <w:ilvl w:val="0"/>
                      <w:numId w:val="0"/>
                    </w:numPr>
                    <w:spacing w:before="0" w:after="0"/>
                    <w:ind w:left="720" w:hanging="720"/>
                    <w:jc w:val="center"/>
                  </w:pPr>
                  <w:r w:rsidRPr="00616D46">
                    <w:rPr>
                      <w:color w:val="434953"/>
                    </w:rPr>
                    <w:lastRenderedPageBreak/>
                    <w:t xml:space="preserve">PART </w:t>
                  </w:r>
                  <w:r>
                    <w:rPr>
                      <w:color w:val="434953"/>
                    </w:rPr>
                    <w:t>B</w:t>
                  </w:r>
                  <w:r w:rsidRPr="00616D46">
                    <w:rPr>
                      <w:color w:val="434953"/>
                    </w:rPr>
                    <w:t xml:space="preserve"> - TO BE COMPLETED BY THE </w:t>
                  </w:r>
                  <w:r>
                    <w:rPr>
                      <w:color w:val="434953"/>
                    </w:rPr>
                    <w:t>Line Manager</w:t>
                  </w:r>
                </w:p>
              </w:tc>
            </w:tr>
          </w:tbl>
          <w:p w14:paraId="10ACEDA4" w14:textId="77777777" w:rsidR="001F7F7D" w:rsidRDefault="001F7F7D" w:rsidP="00D45D26">
            <w:pPr>
              <w:pStyle w:val="NoSpacing"/>
            </w:pPr>
          </w:p>
        </w:tc>
      </w:tr>
      <w:tr w:rsidR="001F7F7D" w14:paraId="32E584C6" w14:textId="77777777" w:rsidTr="00D45D26">
        <w:tc>
          <w:tcPr>
            <w:tcW w:w="9277" w:type="dxa"/>
          </w:tcPr>
          <w:p w14:paraId="15D74B47" w14:textId="77777777" w:rsidR="001F7F7D" w:rsidRPr="002F5516" w:rsidRDefault="001F7F7D" w:rsidP="00D45D26">
            <w:pPr>
              <w:pStyle w:val="NoSpacing"/>
              <w:ind w:left="113"/>
              <w:rPr>
                <w:i/>
              </w:rPr>
            </w:pPr>
            <w:r w:rsidRPr="001F7F7D">
              <w:rPr>
                <w:rFonts w:ascii="Cambria" w:hAnsi="Cambria" w:cs="Arial"/>
                <w:i/>
              </w:rPr>
              <w:t>This section is to be completed by the line manager as soon as possible in response to receiving Part A.</w:t>
            </w:r>
          </w:p>
          <w:p w14:paraId="7F6FA64D" w14:textId="77777777" w:rsidR="001F7F7D" w:rsidRDefault="001F7F7D" w:rsidP="002757A3">
            <w:pPr>
              <w:pStyle w:val="Subtitle"/>
              <w:spacing w:after="120"/>
              <w:ind w:left="113"/>
            </w:pPr>
            <w:r>
              <w:t xml:space="preserve">// </w:t>
            </w:r>
            <w:r w:rsidRPr="001F7F7D">
              <w:t xml:space="preserve">Risk </w:t>
            </w:r>
            <w:r>
              <w:t>a</w:t>
            </w:r>
            <w:r w:rsidRPr="001F7F7D">
              <w:t>ssessment</w:t>
            </w:r>
          </w:p>
          <w:tbl>
            <w:tblPr>
              <w:tblStyle w:val="TablePlan2go"/>
              <w:tblW w:w="5000" w:type="pct"/>
              <w:tblLayout w:type="fixed"/>
              <w:tblCellMar>
                <w:top w:w="0" w:type="dxa"/>
                <w:bottom w:w="57" w:type="dxa"/>
              </w:tblCellMar>
              <w:tblLook w:val="0480" w:firstRow="0" w:lastRow="0" w:firstColumn="1" w:lastColumn="0" w:noHBand="0" w:noVBand="1"/>
            </w:tblPr>
            <w:tblGrid>
              <w:gridCol w:w="9061"/>
            </w:tblGrid>
            <w:tr w:rsidR="001F7F7D" w14:paraId="74CA8A89" w14:textId="77777777" w:rsidTr="00D45D2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 w:val="0"/>
              </w:trPr>
              <w:tc>
                <w:tcPr>
                  <w:tcW w:w="9061" w:type="dxa"/>
                  <w:tcMar>
                    <w:bottom w:w="57" w:type="dxa"/>
                  </w:tcMar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7F7F7F" w:themeColor="text1" w:themeTint="80"/>
                      <w:insideV w:val="none" w:sz="0" w:space="0" w:color="auto"/>
                    </w:tblBorders>
                    <w:tblLayout w:type="fixed"/>
                    <w:tblCellMar>
                      <w:top w:w="85" w:type="dxa"/>
                      <w:left w:w="0" w:type="dxa"/>
                      <w:bottom w:w="28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40"/>
                  </w:tblGrid>
                  <w:tr w:rsidR="00827085" w14:paraId="725B3D92" w14:textId="77777777" w:rsidTr="00827085">
                    <w:tc>
                      <w:tcPr>
                        <w:tcW w:w="5000" w:type="pct"/>
                        <w:tcMar>
                          <w:top w:w="142" w:type="dxa"/>
                        </w:tcMar>
                      </w:tcPr>
                      <w:p w14:paraId="794BCB0F" w14:textId="77777777" w:rsidR="00827085" w:rsidRDefault="00827085" w:rsidP="00827085">
                        <w:pPr>
                          <w:spacing w:after="0"/>
                          <w:rPr>
                            <w:b/>
                          </w:rPr>
                        </w:pPr>
                        <w:r w:rsidRPr="002757A3">
                          <w:rPr>
                            <w:b/>
                          </w:rPr>
                          <w:t>Consequence of this hazard</w:t>
                        </w:r>
                        <w:r w:rsidRPr="00DC0DC7">
                          <w:rPr>
                            <w:b/>
                          </w:rPr>
                          <w:t>:</w:t>
                        </w:r>
                      </w:p>
                      <w:tbl>
                        <w:tblPr>
                          <w:tblStyle w:val="TableGrid"/>
                          <w:tblW w:w="4106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75"/>
                          <w:gridCol w:w="1272"/>
                          <w:gridCol w:w="1558"/>
                          <w:gridCol w:w="1276"/>
                          <w:gridCol w:w="1678"/>
                        </w:tblGrid>
                        <w:tr w:rsidR="004C430E" w14:paraId="360440ED" w14:textId="77777777" w:rsidTr="004C430E">
                          <w:trPr>
                            <w:cantSplit/>
                          </w:trPr>
                          <w:tc>
                            <w:tcPr>
                              <w:tcW w:w="101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6BB9FEA6" w14:textId="77777777" w:rsidR="00F94B93" w:rsidRDefault="00F94B93" w:rsidP="00827085">
                              <w:pPr>
                                <w:pStyle w:val="TableText"/>
                                <w:spacing w:after="0" w:line="240" w:lineRule="auto"/>
                              </w:pPr>
                              <w:r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  <w:r w:rsidRPr="002757A3">
                                <w:t xml:space="preserve"> Extrem</w:t>
                              </w:r>
                              <w:r>
                                <w:t>e</w:t>
                              </w:r>
                            </w:p>
                          </w:tc>
                          <w:tc>
                            <w:tcPr>
                              <w:tcW w:w="876" w:type="pct"/>
                              <w:shd w:val="clear" w:color="auto" w:fill="auto"/>
                              <w:tcMar>
                                <w:left w:w="57" w:type="dxa"/>
                              </w:tcMar>
                            </w:tcPr>
                            <w:p w14:paraId="596B1E6A" w14:textId="77777777" w:rsidR="00F94B93" w:rsidRDefault="00E84213" w:rsidP="00827085">
                              <w:pPr>
                                <w:pStyle w:val="TableText"/>
                                <w:spacing w:after="0" w:line="240" w:lineRule="auto"/>
                              </w:pPr>
                              <w:sdt>
                                <w:sdtPr>
                                  <w:id w:val="-138277950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F94B93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F94B93">
                                <w:t xml:space="preserve"> Major</w:t>
                              </w:r>
                            </w:p>
                          </w:tc>
                          <w:tc>
                            <w:tcPr>
                              <w:tcW w:w="1073" w:type="pct"/>
                            </w:tcPr>
                            <w:p w14:paraId="7D7AA8F0" w14:textId="77777777" w:rsidR="00F94B93" w:rsidRDefault="00E84213" w:rsidP="00827085">
                              <w:pPr>
                                <w:pStyle w:val="TableText"/>
                                <w:spacing w:after="0" w:line="240" w:lineRule="auto"/>
                              </w:pPr>
                              <w:sdt>
                                <w:sdtPr>
                                  <w:id w:val="170243754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4C430E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F94B93" w:rsidRPr="002757A3">
                                <w:t xml:space="preserve"> Moderate</w:t>
                              </w:r>
                            </w:p>
                          </w:tc>
                          <w:tc>
                            <w:tcPr>
                              <w:tcW w:w="879" w:type="pct"/>
                            </w:tcPr>
                            <w:p w14:paraId="65AFF69F" w14:textId="77777777" w:rsidR="00F94B93" w:rsidRDefault="00E84213" w:rsidP="00827085">
                              <w:pPr>
                                <w:pStyle w:val="TableText"/>
                                <w:spacing w:after="0" w:line="240" w:lineRule="auto"/>
                              </w:pPr>
                              <w:sdt>
                                <w:sdtPr>
                                  <w:id w:val="159081270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F94B93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F94B93" w:rsidRPr="002757A3">
                                <w:t xml:space="preserve"> Minor</w:t>
                              </w:r>
                            </w:p>
                          </w:tc>
                          <w:tc>
                            <w:tcPr>
                              <w:tcW w:w="1156" w:type="pct"/>
                            </w:tcPr>
                            <w:p w14:paraId="2A952048" w14:textId="77777777" w:rsidR="00F94B93" w:rsidRDefault="00E84213" w:rsidP="00827085">
                              <w:pPr>
                                <w:pStyle w:val="TableText"/>
                                <w:spacing w:after="0" w:line="240" w:lineRule="auto"/>
                              </w:pPr>
                              <w:sdt>
                                <w:sdtPr>
                                  <w:id w:val="-131024196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F94B93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F94B93" w:rsidRPr="002757A3">
                                <w:t xml:space="preserve"> Insignificant</w:t>
                              </w:r>
                            </w:p>
                          </w:tc>
                        </w:tr>
                      </w:tbl>
                      <w:p w14:paraId="5C3B849C" w14:textId="77777777" w:rsidR="00827085" w:rsidRPr="00273609" w:rsidRDefault="00827085" w:rsidP="00D45D26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</w:tr>
                  <w:tr w:rsidR="00182C3E" w14:paraId="160C7504" w14:textId="77777777" w:rsidTr="00182C3E">
                    <w:tc>
                      <w:tcPr>
                        <w:tcW w:w="5000" w:type="pct"/>
                        <w:tcMar>
                          <w:top w:w="142" w:type="dxa"/>
                        </w:tcMar>
                      </w:tcPr>
                      <w:p w14:paraId="3155EF45" w14:textId="77777777" w:rsidR="00182C3E" w:rsidRDefault="00182C3E" w:rsidP="00182C3E">
                        <w:pPr>
                          <w:pStyle w:val="TableText"/>
                          <w:spacing w:after="0" w:line="312" w:lineRule="auto"/>
                          <w:rPr>
                            <w:b/>
                          </w:rPr>
                        </w:pPr>
                        <w:r w:rsidRPr="00182C3E">
                          <w:rPr>
                            <w:b/>
                          </w:rPr>
                          <w:t>Likelihood of hazard/incident to reoccur</w:t>
                        </w:r>
                        <w:r w:rsidRPr="00DC0DC7">
                          <w:rPr>
                            <w:b/>
                          </w:rPr>
                          <w:t>:</w:t>
                        </w:r>
                      </w:p>
                      <w:tbl>
                        <w:tblPr>
                          <w:tblStyle w:val="TableGrid"/>
                          <w:tblW w:w="5000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41"/>
                          <w:gridCol w:w="1276"/>
                          <w:gridCol w:w="1416"/>
                          <w:gridCol w:w="1416"/>
                          <w:gridCol w:w="2691"/>
                        </w:tblGrid>
                        <w:tr w:rsidR="006A6728" w14:paraId="52FA73AD" w14:textId="77777777" w:rsidTr="006A6728">
                          <w:trPr>
                            <w:cantSplit/>
                          </w:trPr>
                          <w:tc>
                            <w:tcPr>
                              <w:tcW w:w="1154" w:type="pct"/>
                              <w:shd w:val="clear" w:color="auto" w:fill="auto"/>
                            </w:tcPr>
                            <w:p w14:paraId="48C8ECD4" w14:textId="77777777" w:rsidR="006A6728" w:rsidRDefault="00E84213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210622220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 w:rsidRPr="00182C3E">
                                <w:t>Almost certain</w:t>
                              </w:r>
                            </w:p>
                          </w:tc>
                          <w:tc>
                            <w:tcPr>
                              <w:tcW w:w="722" w:type="pct"/>
                              <w:shd w:val="clear" w:color="auto" w:fill="auto"/>
                            </w:tcPr>
                            <w:p w14:paraId="5F3254C9" w14:textId="77777777" w:rsidR="006A6728" w:rsidRDefault="00E84213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-150096139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 w:rsidRPr="00182C3E">
                                <w:t>Likely</w:t>
                              </w:r>
                            </w:p>
                          </w:tc>
                          <w:tc>
                            <w:tcPr>
                              <w:tcW w:w="801" w:type="pct"/>
                            </w:tcPr>
                            <w:p w14:paraId="28EB7FB5" w14:textId="77777777" w:rsidR="006A6728" w:rsidRDefault="00E84213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145714660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 w:rsidRPr="00182C3E">
                                <w:t>Possible</w:t>
                              </w:r>
                            </w:p>
                          </w:tc>
                          <w:tc>
                            <w:tcPr>
                              <w:tcW w:w="801" w:type="pct"/>
                            </w:tcPr>
                            <w:p w14:paraId="6D8F10AD" w14:textId="77777777" w:rsidR="006A6728" w:rsidRDefault="00E84213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3647905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Unl</w:t>
                              </w:r>
                              <w:r w:rsidR="006A6728" w:rsidRPr="00182C3E">
                                <w:t>ikely</w:t>
                              </w:r>
                            </w:p>
                          </w:tc>
                          <w:tc>
                            <w:tcPr>
                              <w:tcW w:w="1523" w:type="pct"/>
                            </w:tcPr>
                            <w:p w14:paraId="247FB975" w14:textId="77777777" w:rsidR="006A6728" w:rsidRDefault="00E84213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133380225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 w:rsidRPr="005858BD">
                                <w:t>Remote</w:t>
                              </w:r>
                            </w:p>
                          </w:tc>
                        </w:tr>
                      </w:tbl>
                      <w:p w14:paraId="6D349A33" w14:textId="77777777" w:rsidR="00182C3E" w:rsidRPr="00273609" w:rsidRDefault="00182C3E" w:rsidP="00182C3E">
                        <w:pPr>
                          <w:pStyle w:val="TableText"/>
                          <w:spacing w:after="0" w:line="312" w:lineRule="auto"/>
                        </w:pPr>
                      </w:p>
                    </w:tc>
                  </w:tr>
                  <w:tr w:rsidR="00F94B93" w14:paraId="4281F653" w14:textId="77777777" w:rsidTr="00F94B93">
                    <w:tc>
                      <w:tcPr>
                        <w:tcW w:w="5000" w:type="pct"/>
                        <w:tcMar>
                          <w:top w:w="142" w:type="dxa"/>
                        </w:tcMar>
                      </w:tcPr>
                      <w:p w14:paraId="76F1CFE0" w14:textId="77777777" w:rsidR="00F94B93" w:rsidRDefault="00F94B93" w:rsidP="00F94B93">
                        <w:pPr>
                          <w:pStyle w:val="TableText"/>
                          <w:spacing w:after="0" w:line="312" w:lineRule="auto"/>
                          <w:rPr>
                            <w:b/>
                          </w:rPr>
                        </w:pPr>
                        <w:r w:rsidRPr="00F94B93">
                          <w:rPr>
                            <w:b/>
                          </w:rPr>
                          <w:t xml:space="preserve">Risk rating (refer to </w:t>
                        </w:r>
                        <w:r w:rsidR="00BE1707">
                          <w:rPr>
                            <w:b/>
                          </w:rPr>
                          <w:t>Hazard and incident reporting procedure</w:t>
                        </w:r>
                        <w:r w:rsidRPr="00F94B93">
                          <w:rPr>
                            <w:b/>
                          </w:rPr>
                          <w:t xml:space="preserve"> for risk rating table)</w:t>
                        </w:r>
                        <w:r w:rsidRPr="00DC0DC7">
                          <w:rPr>
                            <w:b/>
                          </w:rPr>
                          <w:t>:</w:t>
                        </w:r>
                      </w:p>
                      <w:tbl>
                        <w:tblPr>
                          <w:tblStyle w:val="TableGrid"/>
                          <w:tblW w:w="5000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7"/>
                          <w:gridCol w:w="1702"/>
                          <w:gridCol w:w="1559"/>
                          <w:gridCol w:w="2268"/>
                          <w:gridCol w:w="285"/>
                          <w:gridCol w:w="1839"/>
                        </w:tblGrid>
                        <w:tr w:rsidR="006A6728" w14:paraId="6EEA13ED" w14:textId="77777777" w:rsidTr="006A6728">
                          <w:trPr>
                            <w:cantSplit/>
                          </w:trPr>
                          <w:tc>
                            <w:tcPr>
                              <w:tcW w:w="671" w:type="pct"/>
                              <w:shd w:val="clear" w:color="auto" w:fill="auto"/>
                            </w:tcPr>
                            <w:p w14:paraId="35C0B1C5" w14:textId="77777777" w:rsidR="006A6728" w:rsidRDefault="00E84213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51766091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 w:rsidRPr="00F94B93">
                                <w:t>High</w:t>
                              </w:r>
                            </w:p>
                          </w:tc>
                          <w:tc>
                            <w:tcPr>
                              <w:tcW w:w="962" w:type="pct"/>
                              <w:shd w:val="clear" w:color="auto" w:fill="auto"/>
                            </w:tcPr>
                            <w:p w14:paraId="3C70B3E6" w14:textId="77777777" w:rsidR="006A6728" w:rsidRDefault="00E84213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172702493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 w:rsidRPr="00F94B93">
                                <w:t>Significant</w:t>
                              </w:r>
                            </w:p>
                          </w:tc>
                          <w:tc>
                            <w:tcPr>
                              <w:tcW w:w="882" w:type="pct"/>
                            </w:tcPr>
                            <w:p w14:paraId="4AB25685" w14:textId="77777777" w:rsidR="006A6728" w:rsidRDefault="00E84213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-14814067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</w:t>
                              </w:r>
                              <w:r w:rsidR="006A6728">
                                <w:rPr>
                                  <w:rFonts w:ascii="Cambria" w:hAnsi="Cambria" w:cs="Arial"/>
                                </w:rPr>
                                <w:t>Medium</w:t>
                              </w:r>
                            </w:p>
                          </w:tc>
                          <w:tc>
                            <w:tcPr>
                              <w:tcW w:w="1283" w:type="pct"/>
                            </w:tcPr>
                            <w:p w14:paraId="36AE0F99" w14:textId="77777777" w:rsidR="006A6728" w:rsidRDefault="00E84213" w:rsidP="006A6728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-104467437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6A6728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6A6728">
                                <w:t xml:space="preserve"> Low</w:t>
                              </w:r>
                            </w:p>
                          </w:tc>
                          <w:tc>
                            <w:tcPr>
                              <w:tcW w:w="161" w:type="pct"/>
                            </w:tcPr>
                            <w:p w14:paraId="4E992DE8" w14:textId="77777777" w:rsidR="006A6728" w:rsidRDefault="006A6728" w:rsidP="00F94B93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</w:p>
                          </w:tc>
                          <w:tc>
                            <w:tcPr>
                              <w:tcW w:w="1040" w:type="pct"/>
                            </w:tcPr>
                            <w:p w14:paraId="65830880" w14:textId="77777777" w:rsidR="006A6728" w:rsidRDefault="006A6728" w:rsidP="00F94B93">
                              <w:pPr>
                                <w:pStyle w:val="TableText"/>
                                <w:spacing w:after="0" w:line="240" w:lineRule="auto"/>
                              </w:pPr>
                            </w:p>
                          </w:tc>
                        </w:tr>
                      </w:tbl>
                      <w:p w14:paraId="250B6DD9" w14:textId="77777777" w:rsidR="00F94B93" w:rsidRPr="00273609" w:rsidRDefault="00F94B93" w:rsidP="00182C3E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</w:tr>
                  <w:tr w:rsidR="00F94B93" w14:paraId="7E920319" w14:textId="77777777" w:rsidTr="00F94B93">
                    <w:tc>
                      <w:tcPr>
                        <w:tcW w:w="5000" w:type="pct"/>
                        <w:tcMar>
                          <w:top w:w="142" w:type="dxa"/>
                        </w:tcMar>
                      </w:tcPr>
                      <w:p w14:paraId="0ED3957D" w14:textId="77777777" w:rsidR="00F94B93" w:rsidRDefault="00CC544D" w:rsidP="00F94B93">
                        <w:pPr>
                          <w:pStyle w:val="TableText"/>
                          <w:spacing w:after="0" w:line="312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Action</w:t>
                        </w:r>
                        <w:r w:rsidR="00F94B93" w:rsidRPr="00DC0DC7">
                          <w:rPr>
                            <w:b/>
                          </w:rPr>
                          <w:t>:</w:t>
                        </w:r>
                      </w:p>
                      <w:tbl>
                        <w:tblPr>
                          <w:tblStyle w:val="TableGrid"/>
                          <w:tblW w:w="5000" w:type="pct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95"/>
                          <w:gridCol w:w="1276"/>
                          <w:gridCol w:w="1701"/>
                          <w:gridCol w:w="1420"/>
                          <w:gridCol w:w="2548"/>
                        </w:tblGrid>
                        <w:tr w:rsidR="00CC544D" w14:paraId="04ED69E7" w14:textId="77777777" w:rsidTr="00CC544D">
                          <w:trPr>
                            <w:cantSplit/>
                          </w:trPr>
                          <w:tc>
                            <w:tcPr>
                              <w:tcW w:w="1072" w:type="pct"/>
                              <w:shd w:val="clear" w:color="auto" w:fill="auto"/>
                            </w:tcPr>
                            <w:p w14:paraId="661A8CE3" w14:textId="77777777" w:rsidR="00CC544D" w:rsidRDefault="00E84213" w:rsidP="00CC544D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-162045296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CC544D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CC544D">
                                <w:t xml:space="preserve"> </w:t>
                              </w:r>
                              <w:r w:rsidR="00CC544D" w:rsidRPr="00CC544D">
                                <w:t>Immediately</w:t>
                              </w:r>
                            </w:p>
                          </w:tc>
                          <w:tc>
                            <w:tcPr>
                              <w:tcW w:w="722" w:type="pct"/>
                              <w:shd w:val="clear" w:color="auto" w:fill="auto"/>
                            </w:tcPr>
                            <w:p w14:paraId="239BCE50" w14:textId="77777777" w:rsidR="00CC544D" w:rsidRDefault="00E84213" w:rsidP="00CC544D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26920792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CC544D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CC544D">
                                <w:t xml:space="preserve"> Today</w:t>
                              </w:r>
                            </w:p>
                          </w:tc>
                          <w:tc>
                            <w:tcPr>
                              <w:tcW w:w="962" w:type="pct"/>
                            </w:tcPr>
                            <w:p w14:paraId="2B46917B" w14:textId="77777777" w:rsidR="00CC544D" w:rsidRDefault="00E84213" w:rsidP="00CC544D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139562006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CC544D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CC544D">
                                <w:t xml:space="preserve"> This week</w:t>
                              </w:r>
                            </w:p>
                          </w:tc>
                          <w:tc>
                            <w:tcPr>
                              <w:tcW w:w="803" w:type="pct"/>
                            </w:tcPr>
                            <w:p w14:paraId="4D47DAEC" w14:textId="77777777" w:rsidR="00CC544D" w:rsidRDefault="00E84213" w:rsidP="00CC544D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  <w:sdt>
                                <w:sdtPr>
                                  <w:id w:val="1145319595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CC544D"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CC544D">
                                <w:t xml:space="preserve"> This month</w:t>
                              </w:r>
                            </w:p>
                          </w:tc>
                          <w:tc>
                            <w:tcPr>
                              <w:tcW w:w="1442" w:type="pct"/>
                            </w:tcPr>
                            <w:p w14:paraId="58A67543" w14:textId="77777777" w:rsidR="00CC544D" w:rsidRDefault="00CC544D" w:rsidP="00CC544D">
                              <w:pPr>
                                <w:pStyle w:val="TableText"/>
                                <w:spacing w:after="0" w:line="240" w:lineRule="auto"/>
                                <w:jc w:val="both"/>
                              </w:pPr>
                            </w:p>
                          </w:tc>
                        </w:tr>
                      </w:tbl>
                      <w:p w14:paraId="23047F3D" w14:textId="77777777" w:rsidR="00F94B93" w:rsidRPr="00273609" w:rsidRDefault="00F94B93" w:rsidP="00182C3E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</w:tr>
                  <w:tr w:rsidR="001F7F7D" w:rsidRPr="00D87C7E" w14:paraId="07E1BF92" w14:textId="77777777" w:rsidTr="00D45D26">
                    <w:tc>
                      <w:tcPr>
                        <w:tcW w:w="5000" w:type="pct"/>
                      </w:tcPr>
                      <w:p w14:paraId="428DE246" w14:textId="77777777" w:rsidR="001F7F7D" w:rsidRPr="00D87C7E" w:rsidRDefault="00CC544D" w:rsidP="00D45D26">
                        <w:pPr>
                          <w:pStyle w:val="TableText"/>
                          <w:rPr>
                            <w:b/>
                          </w:rPr>
                        </w:pPr>
                        <w:r w:rsidRPr="00CC544D">
                          <w:rPr>
                            <w:b/>
                          </w:rPr>
                          <w:t>Do you think there could also be a risk to the environment</w:t>
                        </w:r>
                        <w:r>
                          <w:rPr>
                            <w:b/>
                          </w:rPr>
                          <w:t>?</w:t>
                        </w:r>
                      </w:p>
                      <w:p w14:paraId="582E6B93" w14:textId="77777777" w:rsidR="001F7F7D" w:rsidRPr="00D87C7E" w:rsidRDefault="00E84213" w:rsidP="00D45D26">
                        <w:pPr>
                          <w:pStyle w:val="TableText"/>
                          <w:spacing w:after="0" w:line="312" w:lineRule="auto"/>
                        </w:pPr>
                        <w:sdt>
                          <w:sdtPr>
                            <w:id w:val="666676387"/>
                            <w:placeholder>
                              <w:docPart w:val="C991B154D0A549D38252671FE83EF79A"/>
                            </w:placeholder>
                            <w:showingPlcHdr/>
                          </w:sdtPr>
                          <w:sdtEndPr/>
                          <w:sdtContent>
                            <w:r w:rsidR="001F7F7D">
                              <w:t>[Click here to enter text]</w:t>
                            </w:r>
                          </w:sdtContent>
                        </w:sdt>
                      </w:p>
                    </w:tc>
                  </w:tr>
                </w:tbl>
                <w:p w14:paraId="7A7EFD5B" w14:textId="77777777" w:rsidR="001F7F7D" w:rsidRPr="0042609A" w:rsidRDefault="001F7F7D" w:rsidP="00D45D26"/>
              </w:tc>
            </w:tr>
          </w:tbl>
          <w:p w14:paraId="19319AFD" w14:textId="77777777" w:rsidR="0031670E" w:rsidRDefault="0031670E" w:rsidP="0031670E">
            <w:pPr>
              <w:pStyle w:val="Subtitle"/>
              <w:spacing w:after="120"/>
              <w:ind w:left="113"/>
            </w:pPr>
            <w:r>
              <w:t xml:space="preserve">// </w:t>
            </w:r>
            <w:r w:rsidRPr="001F7F7D">
              <w:t xml:space="preserve">Risk </w:t>
            </w:r>
            <w:r w:rsidR="00207242">
              <w:t>control</w:t>
            </w:r>
          </w:p>
          <w:tbl>
            <w:tblPr>
              <w:tblStyle w:val="TablePlan2go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1134"/>
              <w:gridCol w:w="2551"/>
              <w:gridCol w:w="1843"/>
              <w:gridCol w:w="1524"/>
            </w:tblGrid>
            <w:tr w:rsidR="00447FFD" w:rsidRPr="00B81A32" w14:paraId="56541593" w14:textId="77777777" w:rsidTr="0057485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blHeader/>
              </w:trPr>
              <w:tc>
                <w:tcPr>
                  <w:tcW w:w="2009" w:type="dxa"/>
                </w:tcPr>
                <w:p w14:paraId="1F13A112" w14:textId="77777777" w:rsidR="00447FFD" w:rsidRPr="00B81A32" w:rsidRDefault="00447FFD" w:rsidP="00B81A32">
                  <w:pPr>
                    <w:pStyle w:val="TableRowHead"/>
                    <w:rPr>
                      <w:b/>
                    </w:rPr>
                  </w:pPr>
                  <w:r w:rsidRPr="00447FFD">
                    <w:rPr>
                      <w:b/>
                    </w:rPr>
                    <w:t>Hierarchy of control</w:t>
                  </w:r>
                </w:p>
              </w:tc>
              <w:tc>
                <w:tcPr>
                  <w:tcW w:w="1134" w:type="dxa"/>
                </w:tcPr>
                <w:p w14:paraId="4F16FC1D" w14:textId="77777777" w:rsidR="00447FFD" w:rsidRPr="00B81A32" w:rsidRDefault="00447FFD" w:rsidP="007643E1">
                  <w:pPr>
                    <w:pStyle w:val="TableRowHead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Yes/No</w:t>
                  </w:r>
                </w:p>
              </w:tc>
              <w:tc>
                <w:tcPr>
                  <w:tcW w:w="2551" w:type="dxa"/>
                </w:tcPr>
                <w:p w14:paraId="3FD2D6CD" w14:textId="77777777" w:rsidR="00447FFD" w:rsidRPr="00B81A32" w:rsidRDefault="00447FFD" w:rsidP="00B81A32">
                  <w:pPr>
                    <w:pStyle w:val="TableRowHead"/>
                    <w:rPr>
                      <w:b/>
                    </w:rPr>
                  </w:pPr>
                  <w:r w:rsidRPr="00447FFD">
                    <w:rPr>
                      <w:b/>
                    </w:rPr>
                    <w:t>Corrective action</w:t>
                  </w:r>
                </w:p>
              </w:tc>
              <w:tc>
                <w:tcPr>
                  <w:tcW w:w="1843" w:type="dxa"/>
                </w:tcPr>
                <w:p w14:paraId="16875064" w14:textId="77777777" w:rsidR="00447FFD" w:rsidRPr="00B81A32" w:rsidRDefault="00447FFD" w:rsidP="00B81A32">
                  <w:pPr>
                    <w:pStyle w:val="TableRowHead"/>
                    <w:rPr>
                      <w:b/>
                    </w:rPr>
                  </w:pPr>
                  <w:r w:rsidRPr="00447FFD">
                    <w:rPr>
                      <w:b/>
                    </w:rPr>
                    <w:t>By who?</w:t>
                  </w:r>
                </w:p>
              </w:tc>
              <w:tc>
                <w:tcPr>
                  <w:tcW w:w="1524" w:type="dxa"/>
                </w:tcPr>
                <w:p w14:paraId="6023BE9A" w14:textId="77777777" w:rsidR="00447FFD" w:rsidRPr="00B81A32" w:rsidRDefault="00447FFD" w:rsidP="00447FFD">
                  <w:pPr>
                    <w:pStyle w:val="TableRowHead"/>
                    <w:rPr>
                      <w:b/>
                    </w:rPr>
                  </w:pPr>
                  <w:r w:rsidRPr="00447FFD">
                    <w:rPr>
                      <w:b/>
                    </w:rPr>
                    <w:t xml:space="preserve">By </w:t>
                  </w:r>
                  <w:r>
                    <w:rPr>
                      <w:b/>
                    </w:rPr>
                    <w:t>when</w:t>
                  </w:r>
                  <w:r w:rsidRPr="00447FFD">
                    <w:rPr>
                      <w:b/>
                    </w:rPr>
                    <w:t>?</w:t>
                  </w:r>
                </w:p>
              </w:tc>
            </w:tr>
            <w:tr w:rsidR="00447FFD" w14:paraId="7914AC88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72CC9D5D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t>1. Elimination: (Can this hazard be eliminated)?</w:t>
                  </w:r>
                </w:p>
              </w:tc>
              <w:sdt>
                <w:sdtPr>
                  <w:id w:val="-1440756807"/>
                  <w:placeholder>
                    <w:docPart w:val="11AA499E0203427E863E38464EB0EE70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2EBDE761" w14:textId="77777777" w:rsidR="00447FFD" w:rsidRPr="002517A2" w:rsidRDefault="00CB493B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466251F9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-2062928926"/>
                  <w:placeholder>
                    <w:docPart w:val="BA5BCCC101AC453C86EC0EA25139919E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44EFA036" w14:textId="77777777" w:rsidR="00447FFD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1212692840"/>
                  <w:placeholder>
                    <w:docPart w:val="505615626B5E471AA516BE1513094FBF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37E220E4" w14:textId="77777777" w:rsidR="00447FFD" w:rsidRDefault="007643E1" w:rsidP="007643E1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447FFD" w14:paraId="179F9468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292BD837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t>2. Substitution: (Can this hazard be substituted by something less dangerous)?</w:t>
                  </w:r>
                </w:p>
              </w:tc>
              <w:sdt>
                <w:sdtPr>
                  <w:id w:val="-1908149184"/>
                  <w:placeholder>
                    <w:docPart w:val="06EDF51387314900A7B3562156D71FBA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121284BC" w14:textId="77777777" w:rsidR="00447FFD" w:rsidRPr="002517A2" w:rsidRDefault="007643E1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6B7AD019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845293081"/>
                  <w:placeholder>
                    <w:docPart w:val="75B32680A2A34A6FA5DD5A29CC39DD3B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618E4AF0" w14:textId="77777777" w:rsidR="00447FFD" w:rsidRPr="002517A2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980193701"/>
                  <w:placeholder>
                    <w:docPart w:val="637DAA89684642A5860B09B80A1056AB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2ADDBCC5" w14:textId="77777777" w:rsidR="00447FFD" w:rsidRPr="002517A2" w:rsidRDefault="00A57DAE" w:rsidP="00447FFD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447FFD" w14:paraId="771B3FDF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600D0E28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t>3. Isolation: (Can access to this hazard be limited)?</w:t>
                  </w:r>
                </w:p>
              </w:tc>
              <w:sdt>
                <w:sdtPr>
                  <w:id w:val="-274799560"/>
                  <w:placeholder>
                    <w:docPart w:val="FC92CEDBBF214BB1938FCECD1B22D104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6FE4ED18" w14:textId="77777777" w:rsidR="00447FFD" w:rsidRPr="002517A2" w:rsidRDefault="007643E1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3C68A662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-1414461384"/>
                  <w:placeholder>
                    <w:docPart w:val="E0AC1F4E7B074BF393FD434498BEAEAC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15C3D066" w14:textId="77777777" w:rsidR="00447FFD" w:rsidRPr="002517A2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-443230292"/>
                  <w:placeholder>
                    <w:docPart w:val="FBDE9DA06F8D457197E9884633F44E49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141EA7E2" w14:textId="77777777" w:rsidR="00447FFD" w:rsidRPr="002517A2" w:rsidRDefault="00A57DAE" w:rsidP="00447FFD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447FFD" w14:paraId="116F04A7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6B6E45BF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t>4. Engineering control: (Can you modify the plant or equipment used)?</w:t>
                  </w:r>
                </w:p>
              </w:tc>
              <w:sdt>
                <w:sdtPr>
                  <w:id w:val="-468894930"/>
                  <w:placeholder>
                    <w:docPart w:val="4B053A45C9674D63B9566EC84551CE78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0076946C" w14:textId="77777777" w:rsidR="00447FFD" w:rsidRPr="002517A2" w:rsidRDefault="007643E1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6028933A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41717562"/>
                  <w:placeholder>
                    <w:docPart w:val="7D63024DA24848C29987640B9EDAE4B6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0FA5076B" w14:textId="77777777" w:rsidR="00447FFD" w:rsidRPr="002517A2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-1442526640"/>
                  <w:placeholder>
                    <w:docPart w:val="2EB455BC93804FAFB19656CBCF5F51A9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491A4FAA" w14:textId="77777777" w:rsidR="00447FFD" w:rsidRPr="002517A2" w:rsidRDefault="00A57DAE" w:rsidP="00447FFD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447FFD" w14:paraId="71B4C95F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6B12309D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lastRenderedPageBreak/>
                    <w:t>5. Administrative control: (Can processes, procedures, or training be improved)?</w:t>
                  </w:r>
                </w:p>
              </w:tc>
              <w:sdt>
                <w:sdtPr>
                  <w:id w:val="-246805990"/>
                  <w:placeholder>
                    <w:docPart w:val="7C06C355CBA44CF996020FD7624F008A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33DFEED9" w14:textId="77777777" w:rsidR="00447FFD" w:rsidRPr="002517A2" w:rsidRDefault="007643E1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30DABF65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1972624785"/>
                  <w:placeholder>
                    <w:docPart w:val="8C9A1D117B534F3682E922F45481A698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52ED40E2" w14:textId="77777777" w:rsidR="00447FFD" w:rsidRPr="002517A2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-1760364945"/>
                  <w:placeholder>
                    <w:docPart w:val="91A731C634EC4B3BBA29A6683E894ADF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72DF0AF8" w14:textId="77777777" w:rsidR="00447FFD" w:rsidRPr="002517A2" w:rsidRDefault="00A57DAE" w:rsidP="00447FFD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447FFD" w14:paraId="266C4D04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3F9E3653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t>6. Can you reduce the Hazard risk by using personal protective equipment or clothing?</w:t>
                  </w:r>
                </w:p>
              </w:tc>
              <w:sdt>
                <w:sdtPr>
                  <w:id w:val="1528135690"/>
                  <w:placeholder>
                    <w:docPart w:val="428AB078EFC04228B41E566BBED6173A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3396EEE3" w14:textId="77777777" w:rsidR="00447FFD" w:rsidRPr="002517A2" w:rsidRDefault="007643E1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4057410C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257488199"/>
                  <w:placeholder>
                    <w:docPart w:val="C59C351E52CC4824A51404A72301DA73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6E67473E" w14:textId="77777777" w:rsidR="00447FFD" w:rsidRPr="002517A2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1065068664"/>
                  <w:placeholder>
                    <w:docPart w:val="FCDFDE0EE24741E3AC63FC062CF1F26D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0B250638" w14:textId="77777777" w:rsidR="00447FFD" w:rsidRPr="002517A2" w:rsidRDefault="00A57DAE" w:rsidP="00447FFD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447FFD" w14:paraId="2B028895" w14:textId="77777777" w:rsidTr="00A57DAE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tcW w:w="2009" w:type="dxa"/>
                </w:tcPr>
                <w:p w14:paraId="23D34E8C" w14:textId="77777777" w:rsidR="00447FFD" w:rsidRPr="00447FFD" w:rsidRDefault="00447FFD" w:rsidP="00447FFD">
                  <w:pPr>
                    <w:pStyle w:val="TableText"/>
                  </w:pPr>
                  <w:r w:rsidRPr="00447FFD">
                    <w:t>7. Do you have any other suggestions or comments?</w:t>
                  </w:r>
                </w:p>
              </w:tc>
              <w:sdt>
                <w:sdtPr>
                  <w:id w:val="-898127005"/>
                  <w:placeholder>
                    <w:docPart w:val="DC89188DD70B484DA055F4BAF311BDE7"/>
                  </w:placeholder>
                  <w:showingPlcHdr/>
                  <w:dropDownList>
                    <w:listItem w:value="Yes/No"/>
                    <w:listItem w:displayText="Yes" w:value="Yes"/>
                    <w:listItem w:displayText="No" w:value="No"/>
                  </w:dropDownList>
                </w:sdtPr>
                <w:sdtEndPr/>
                <w:sdtContent>
                  <w:tc>
                    <w:tcPr>
                      <w:tcW w:w="1134" w:type="dxa"/>
                    </w:tcPr>
                    <w:p w14:paraId="7C791E42" w14:textId="77777777" w:rsidR="00447FFD" w:rsidRPr="002517A2" w:rsidRDefault="00F1412A" w:rsidP="007643E1">
                      <w:pPr>
                        <w:pStyle w:val="TableText"/>
                        <w:jc w:val="center"/>
                      </w:pPr>
                      <w:r>
                        <w:t>[</w:t>
                      </w:r>
                      <w:r w:rsidRPr="00CB493B">
                        <w:rPr>
                          <w:rStyle w:val="PlaceholderText"/>
                          <w:color w:val="404040" w:themeColor="text1" w:themeTint="BF"/>
                        </w:rPr>
                        <w:t>Yes/No</w:t>
                      </w:r>
                      <w:r>
                        <w:rPr>
                          <w:rStyle w:val="PlaceholderText"/>
                          <w:color w:val="404040" w:themeColor="text1" w:themeTint="BF"/>
                        </w:rPr>
                        <w:t>]</w:t>
                      </w:r>
                    </w:p>
                  </w:tc>
                </w:sdtContent>
              </w:sdt>
              <w:tc>
                <w:tcPr>
                  <w:tcW w:w="2551" w:type="dxa"/>
                </w:tcPr>
                <w:p w14:paraId="4D8ABC2B" w14:textId="77777777" w:rsidR="00447FFD" w:rsidRPr="002517A2" w:rsidRDefault="00447FFD" w:rsidP="00447FFD">
                  <w:pPr>
                    <w:pStyle w:val="TableText"/>
                  </w:pPr>
                </w:p>
              </w:tc>
              <w:sdt>
                <w:sdtPr>
                  <w:alias w:val="Name"/>
                  <w:tag w:val="Name"/>
                  <w:id w:val="1887524380"/>
                  <w:placeholder>
                    <w:docPart w:val="65EFCC47B8E74C7B85348AB214AA673D"/>
                  </w:placeholder>
                  <w:temporary/>
                  <w:showingPlcHdr/>
                </w:sdtPr>
                <w:sdtEndPr/>
                <w:sdtContent>
                  <w:tc>
                    <w:tcPr>
                      <w:tcW w:w="1843" w:type="dxa"/>
                    </w:tcPr>
                    <w:p w14:paraId="5E619091" w14:textId="77777777" w:rsidR="00447FFD" w:rsidRPr="002517A2" w:rsidRDefault="007643E1" w:rsidP="00447FFD">
                      <w:pPr>
                        <w:pStyle w:val="TableText"/>
                      </w:pPr>
                      <w:r w:rsidRPr="00D96963">
                        <w:t>[Name]</w:t>
                      </w:r>
                    </w:p>
                  </w:tc>
                </w:sdtContent>
              </w:sdt>
              <w:sdt>
                <w:sdtPr>
                  <w:id w:val="902101289"/>
                  <w:placeholder>
                    <w:docPart w:val="54E5BC1E629A4440A1546BC6855DCB26"/>
                  </w:placeholder>
                  <w:showingPlcHdr/>
                  <w:date>
                    <w:dateFormat w:val="d/MM/yyyy"/>
                    <w:lid w:val="en-A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524" w:type="dxa"/>
                    </w:tcPr>
                    <w:p w14:paraId="5FF3E76F" w14:textId="77777777" w:rsidR="00447FFD" w:rsidRPr="002517A2" w:rsidRDefault="00A57DAE" w:rsidP="00447FFD">
                      <w:pPr>
                        <w:pStyle w:val="TableText"/>
                      </w:pPr>
                      <w:r>
                        <w:t>[E</w:t>
                      </w:r>
                      <w:r w:rsidRPr="00C958DC">
                        <w:t>nter date</w:t>
                      </w:r>
                      <w:r>
                        <w:t>]</w:t>
                      </w:r>
                    </w:p>
                  </w:tc>
                </w:sdtContent>
              </w:sdt>
            </w:tr>
            <w:tr w:rsidR="00F1412A" w14:paraId="49E40A16" w14:textId="77777777" w:rsidTr="009768E4">
              <w:tblPrEx>
                <w:tblCellMar>
                  <w:top w:w="113" w:type="dxa"/>
                  <w:bottom w:w="0" w:type="dxa"/>
                  <w:right w:w="108" w:type="dxa"/>
                </w:tblCellMar>
              </w:tblPrEx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tcW w:w="9061" w:type="dxa"/>
                  <w:gridSpan w:val="5"/>
                </w:tcPr>
                <w:p w14:paraId="1B3E8E41" w14:textId="77777777" w:rsidR="00F1412A" w:rsidRPr="00F1412A" w:rsidRDefault="00F1412A" w:rsidP="00BE1707">
                  <w:pPr>
                    <w:pStyle w:val="TableText-Sml"/>
                    <w:rPr>
                      <w:i/>
                    </w:rPr>
                  </w:pPr>
                  <w:r w:rsidRPr="004318AB">
                    <w:rPr>
                      <w:i/>
                      <w:sz w:val="22"/>
                    </w:rPr>
                    <w:t>A combination of the above measures may be required to minimi</w:t>
                  </w:r>
                  <w:r w:rsidR="00BE1707">
                    <w:rPr>
                      <w:i/>
                      <w:sz w:val="22"/>
                    </w:rPr>
                    <w:t>s</w:t>
                  </w:r>
                  <w:r w:rsidRPr="004318AB">
                    <w:rPr>
                      <w:i/>
                      <w:sz w:val="22"/>
                    </w:rPr>
                    <w:t>e the risk, they must be prioritised in order of 1 to 6 to follow the hierarchy of control.</w:t>
                  </w:r>
                </w:p>
              </w:tc>
            </w:tr>
          </w:tbl>
          <w:p w14:paraId="4C63C9DB" w14:textId="77777777" w:rsidR="001F7F7D" w:rsidRDefault="001F7F7D" w:rsidP="00D45D26">
            <w:pPr>
              <w:pStyle w:val="Subtitle"/>
              <w:spacing w:after="120"/>
              <w:ind w:left="113"/>
            </w:pPr>
            <w:r>
              <w:t xml:space="preserve">// </w:t>
            </w:r>
            <w:r w:rsidR="00C53296">
              <w:t>Manager</w:t>
            </w:r>
            <w:r w:rsidR="004318AB">
              <w:t>s</w:t>
            </w:r>
            <w:r w:rsidR="00C53296">
              <w:t xml:space="preserve"> s</w:t>
            </w:r>
            <w:r>
              <w:t>ignature</w:t>
            </w:r>
          </w:p>
          <w:tbl>
            <w:tblPr>
              <w:tblStyle w:val="TablePlan2go"/>
              <w:tblW w:w="5000" w:type="pct"/>
              <w:tblLayout w:type="fixed"/>
              <w:tblCellMar>
                <w:top w:w="0" w:type="dxa"/>
                <w:bottom w:w="57" w:type="dxa"/>
              </w:tblCellMar>
              <w:tblLook w:val="0480" w:firstRow="0" w:lastRow="0" w:firstColumn="1" w:lastColumn="0" w:noHBand="0" w:noVBand="1"/>
            </w:tblPr>
            <w:tblGrid>
              <w:gridCol w:w="9061"/>
            </w:tblGrid>
            <w:tr w:rsidR="001F7F7D" w14:paraId="1285C1A0" w14:textId="77777777" w:rsidTr="00D45D2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 w:val="0"/>
              </w:trPr>
              <w:tc>
                <w:tcPr>
                  <w:tcW w:w="9061" w:type="dxa"/>
                  <w:tcMar>
                    <w:bottom w:w="57" w:type="dxa"/>
                  </w:tcMar>
                </w:tcPr>
                <w:tbl>
                  <w:tblPr>
                    <w:tblStyle w:val="TableGrid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7F7F7F" w:themeColor="text1" w:themeTint="80"/>
                      <w:insideV w:val="none" w:sz="0" w:space="0" w:color="auto"/>
                    </w:tblBorders>
                    <w:tblLayout w:type="fixed"/>
                    <w:tblCellMar>
                      <w:top w:w="85" w:type="dxa"/>
                      <w:left w:w="0" w:type="dxa"/>
                      <w:bottom w:w="28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9"/>
                    <w:gridCol w:w="4111"/>
                    <w:gridCol w:w="711"/>
                    <w:gridCol w:w="2689"/>
                  </w:tblGrid>
                  <w:tr w:rsidR="00140326" w14:paraId="51DA003C" w14:textId="77777777" w:rsidTr="00140326">
                    <w:trPr>
                      <w:cantSplit/>
                    </w:trPr>
                    <w:tc>
                      <w:tcPr>
                        <w:tcW w:w="752" w:type="pct"/>
                      </w:tcPr>
                      <w:p w14:paraId="2B43A48F" w14:textId="77777777" w:rsidR="00140326" w:rsidRDefault="00140326" w:rsidP="00D45D26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Name:</w:t>
                        </w:r>
                      </w:p>
                    </w:tc>
                    <w:tc>
                      <w:tcPr>
                        <w:tcW w:w="4248" w:type="pct"/>
                        <w:gridSpan w:val="3"/>
                      </w:tcPr>
                      <w:p w14:paraId="5D0CDF29" w14:textId="77777777" w:rsidR="00140326" w:rsidRDefault="00140326" w:rsidP="00D45D26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</w:tr>
                  <w:tr w:rsidR="001F7F7D" w14:paraId="7F4065EB" w14:textId="77777777" w:rsidTr="00D45D26">
                    <w:trPr>
                      <w:cantSplit/>
                      <w:trHeight w:val="851"/>
                    </w:trPr>
                    <w:tc>
                      <w:tcPr>
                        <w:tcW w:w="752" w:type="pct"/>
                      </w:tcPr>
                      <w:p w14:paraId="3347DD8E" w14:textId="77777777" w:rsidR="001F7F7D" w:rsidRPr="00DC0DC7" w:rsidRDefault="001F7F7D" w:rsidP="00D45D26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</w:t>
                        </w:r>
                        <w:r w:rsidRPr="00195762">
                          <w:rPr>
                            <w:b/>
                          </w:rPr>
                          <w:t>ignature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2325" w:type="pct"/>
                      </w:tcPr>
                      <w:p w14:paraId="670B6FAB" w14:textId="77777777" w:rsidR="001F7F7D" w:rsidRPr="00273609" w:rsidRDefault="001F7F7D" w:rsidP="00D45D26">
                        <w:pPr>
                          <w:pStyle w:val="TableText"/>
                          <w:spacing w:after="0" w:line="240" w:lineRule="auto"/>
                        </w:pPr>
                      </w:p>
                    </w:tc>
                    <w:tc>
                      <w:tcPr>
                        <w:tcW w:w="402" w:type="pct"/>
                      </w:tcPr>
                      <w:p w14:paraId="3CC7E038" w14:textId="77777777" w:rsidR="001F7F7D" w:rsidRPr="00273609" w:rsidRDefault="001F7F7D" w:rsidP="00D45D26">
                        <w:pPr>
                          <w:pStyle w:val="TableText"/>
                          <w:spacing w:after="0" w:line="240" w:lineRule="auto"/>
                        </w:pPr>
                        <w:r>
                          <w:rPr>
                            <w:b/>
                          </w:rPr>
                          <w:t>Date</w:t>
                        </w:r>
                        <w:r w:rsidRPr="00195762">
                          <w:rPr>
                            <w:b/>
                          </w:rPr>
                          <w:t>:</w:t>
                        </w:r>
                      </w:p>
                    </w:tc>
                    <w:sdt>
                      <w:sdtPr>
                        <w:id w:val="1758556650"/>
                        <w:placeholder>
                          <w:docPart w:val="42EF461EC99E468FAC3378431CE1A7C8"/>
                        </w:placeholder>
                        <w:showingPlcHdr/>
                        <w:date>
                          <w:dateFormat w:val="d MMMM, yyyy"/>
                          <w:lid w:val="en-A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tc>
                          <w:tcPr>
                            <w:tcW w:w="1521" w:type="pct"/>
                          </w:tcPr>
                          <w:p w14:paraId="5AF189CD" w14:textId="77777777" w:rsidR="001F7F7D" w:rsidRPr="00273609" w:rsidRDefault="001F7F7D" w:rsidP="00D45D26">
                            <w:pPr>
                              <w:pStyle w:val="TableText"/>
                              <w:spacing w:after="0" w:line="240" w:lineRule="auto"/>
                            </w:pPr>
                            <w:r>
                              <w:t>[</w:t>
                            </w:r>
                            <w:r w:rsidRPr="00C958DC">
                              <w:t>Click here to enter the date</w:t>
                            </w:r>
                            <w:r>
                              <w:t>]</w:t>
                            </w:r>
                          </w:p>
                        </w:tc>
                      </w:sdtContent>
                    </w:sdt>
                  </w:tr>
                  <w:tr w:rsidR="001F7F7D" w14:paraId="3D9CD107" w14:textId="77777777" w:rsidTr="00D45D26">
                    <w:trPr>
                      <w:cantSplit/>
                    </w:trPr>
                    <w:tc>
                      <w:tcPr>
                        <w:tcW w:w="5000" w:type="pct"/>
                        <w:gridSpan w:val="4"/>
                      </w:tcPr>
                      <w:p w14:paraId="6492F084" w14:textId="77777777" w:rsidR="001F7F7D" w:rsidRDefault="001F7F7D" w:rsidP="00D45D26">
                        <w:pPr>
                          <w:spacing w:after="0"/>
                          <w:rPr>
                            <w:b/>
                          </w:rPr>
                        </w:pPr>
                        <w:r w:rsidRPr="00DB7900">
                          <w:rPr>
                            <w:b/>
                          </w:rPr>
                          <w:t xml:space="preserve">Send </w:t>
                        </w:r>
                        <w:r w:rsidR="008454E1">
                          <w:rPr>
                            <w:b/>
                          </w:rPr>
                          <w:t xml:space="preserve">copies </w:t>
                        </w:r>
                        <w:r w:rsidRPr="00DB7900">
                          <w:rPr>
                            <w:b/>
                          </w:rPr>
                          <w:t>to:</w:t>
                        </w:r>
                      </w:p>
                      <w:p w14:paraId="7421D370" w14:textId="77777777" w:rsidR="00CF5A31" w:rsidRDefault="008454E1" w:rsidP="00203980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spacing w:after="120" w:line="264" w:lineRule="auto"/>
                          <w:ind w:left="714" w:hanging="357"/>
                        </w:pPr>
                        <w:r w:rsidRPr="008454E1">
                          <w:t>The injured/affected person (named in Part A)</w:t>
                        </w:r>
                      </w:p>
                      <w:p w14:paraId="50B96792" w14:textId="77777777" w:rsidR="00CF5A31" w:rsidRDefault="001F7F7D" w:rsidP="00CF5A3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spacing w:after="120" w:line="264" w:lineRule="auto"/>
                          <w:ind w:left="714" w:hanging="357"/>
                        </w:pPr>
                        <w:r>
                          <w:t>WHS Committee</w:t>
                        </w:r>
                      </w:p>
                      <w:p w14:paraId="73C73DDA" w14:textId="77777777" w:rsidR="00CF5A31" w:rsidRPr="00DB7900" w:rsidRDefault="00CF5A31" w:rsidP="00CF5A31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spacing w:after="120" w:line="264" w:lineRule="auto"/>
                          <w:ind w:left="714" w:hanging="357"/>
                        </w:pPr>
                        <w:r w:rsidRPr="00CF5A31">
                          <w:t>Plan2go Directors (if required)</w:t>
                        </w:r>
                      </w:p>
                    </w:tc>
                  </w:tr>
                </w:tbl>
                <w:p w14:paraId="440BC4B2" w14:textId="77777777" w:rsidR="001F7F7D" w:rsidRPr="0042609A" w:rsidRDefault="001F7F7D" w:rsidP="00D45D26"/>
              </w:tc>
            </w:tr>
          </w:tbl>
          <w:p w14:paraId="3061CC40" w14:textId="77777777" w:rsidR="001F7F7D" w:rsidRDefault="001F7F7D" w:rsidP="00D45D26">
            <w:pPr>
              <w:pStyle w:val="NoSpacing"/>
            </w:pPr>
          </w:p>
        </w:tc>
      </w:tr>
    </w:tbl>
    <w:p w14:paraId="2A236B62" w14:textId="77777777" w:rsidR="001F7F7D" w:rsidRDefault="001F7F7D" w:rsidP="00571BE5"/>
    <w:p w14:paraId="2BDB6512" w14:textId="77777777" w:rsidR="007375CB" w:rsidRDefault="007375CB" w:rsidP="00571BE5">
      <w:r w:rsidRPr="00095E38">
        <w:rPr>
          <w:b/>
        </w:rPr>
        <w:t>NOTE:</w:t>
      </w:r>
      <w:r>
        <w:t xml:space="preserve"> </w:t>
      </w:r>
      <w:r w:rsidRPr="007375CB">
        <w:t>Managers must follow up on the corrective actions identified and ensure they are completed within the timeframe specified on this form.</w:t>
      </w:r>
    </w:p>
    <w:sectPr w:rsidR="007375CB" w:rsidSect="00E6241A">
      <w:headerReference w:type="default" r:id="rId12"/>
      <w:footerReference w:type="default" r:id="rId13"/>
      <w:type w:val="continuous"/>
      <w:pgSz w:w="11906" w:h="16840" w:code="9"/>
      <w:pgMar w:top="1134" w:right="1021" w:bottom="1361" w:left="1588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11E4C" w14:textId="77777777" w:rsidR="00E84213" w:rsidRDefault="00E84213" w:rsidP="00386FDF">
      <w:pPr>
        <w:spacing w:after="0" w:line="240" w:lineRule="auto"/>
      </w:pPr>
      <w:r>
        <w:separator/>
      </w:r>
    </w:p>
  </w:endnote>
  <w:endnote w:type="continuationSeparator" w:id="0">
    <w:p w14:paraId="743D6C73" w14:textId="77777777" w:rsidR="00E84213" w:rsidRDefault="00E84213" w:rsidP="0038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tillium">
    <w:altName w:val="Blanch"/>
    <w:charset w:val="00"/>
    <w:family w:val="moder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4600" w:type="pct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auto"/>
        <w:insideV w:val="single" w:sz="12" w:space="0" w:color="434953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23"/>
      <w:gridCol w:w="903"/>
    </w:tblGrid>
    <w:tr w:rsidR="00F66C14" w:rsidRPr="005007AE" w14:paraId="06DECD3B" w14:textId="77777777" w:rsidTr="009A1F17">
      <w:trPr>
        <w:jc w:val="right"/>
      </w:trPr>
      <w:tc>
        <w:tcPr>
          <w:tcW w:w="5883" w:type="dxa"/>
          <w:tcBorders>
            <w:top w:val="nil"/>
            <w:bottom w:val="nil"/>
            <w:right w:val="nil"/>
          </w:tcBorders>
          <w:vAlign w:val="center"/>
        </w:tcPr>
        <w:p w14:paraId="327A189D" w14:textId="77777777" w:rsidR="00F66C14" w:rsidRPr="005007AE" w:rsidRDefault="00F66C14" w:rsidP="00F66C14">
          <w:pPr>
            <w:pStyle w:val="Footer"/>
          </w:pPr>
          <w:r>
            <w:t xml:space="preserve">Plan2go: </w:t>
          </w:r>
          <w:sdt>
            <w:sdtPr>
              <w:alias w:val="Title"/>
              <w:tag w:val=""/>
              <w:id w:val="-227840556"/>
              <w:placeholde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rPr>
                  <w:lang w:val="en-AU"/>
                </w:rPr>
                <w:t>WHS Hazard and Incident Report</w:t>
              </w:r>
            </w:sdtContent>
          </w:sdt>
        </w:p>
      </w:tc>
      <w:tc>
        <w:tcPr>
          <w:tcW w:w="697" w:type="dxa"/>
          <w:tcBorders>
            <w:top w:val="nil"/>
            <w:left w:val="nil"/>
            <w:bottom w:val="nil"/>
            <w:right w:val="single" w:sz="24" w:space="0" w:color="3FC6F3"/>
          </w:tcBorders>
          <w:tcMar>
            <w:top w:w="0" w:type="dxa"/>
            <w:left w:w="0" w:type="dxa"/>
            <w:right w:w="170" w:type="dxa"/>
          </w:tcMar>
          <w:vAlign w:val="center"/>
        </w:tcPr>
        <w:p w14:paraId="110EFBCE" w14:textId="77777777" w:rsidR="00F66C14" w:rsidRPr="00974012" w:rsidRDefault="00F66C14" w:rsidP="00F66C14">
          <w:pPr>
            <w:pStyle w:val="Footer"/>
            <w:jc w:val="right"/>
          </w:pPr>
          <w:r w:rsidRPr="00974012">
            <w:t xml:space="preserve">[ </w:t>
          </w:r>
          <w:r w:rsidRPr="00974012">
            <w:fldChar w:fldCharType="begin"/>
          </w:r>
          <w:r w:rsidRPr="00974012">
            <w:instrText xml:space="preserve"> PAGE   \* MERGEFORMAT </w:instrText>
          </w:r>
          <w:r w:rsidRPr="00974012">
            <w:fldChar w:fldCharType="separate"/>
          </w:r>
          <w:r w:rsidR="00E84213">
            <w:rPr>
              <w:noProof/>
            </w:rPr>
            <w:t>4</w:t>
          </w:r>
          <w:r w:rsidRPr="00974012">
            <w:fldChar w:fldCharType="end"/>
          </w:r>
          <w:r w:rsidRPr="00974012">
            <w:t xml:space="preserve"> ]</w:t>
          </w:r>
        </w:p>
      </w:tc>
    </w:tr>
    <w:tr w:rsidR="00F66C14" w:rsidRPr="005007AE" w14:paraId="20E35268" w14:textId="77777777" w:rsidTr="009A1F17">
      <w:trPr>
        <w:jc w:val="right"/>
      </w:trPr>
      <w:tc>
        <w:tcPr>
          <w:tcW w:w="5883" w:type="dxa"/>
          <w:tcBorders>
            <w:top w:val="nil"/>
            <w:bottom w:val="nil"/>
            <w:right w:val="nil"/>
          </w:tcBorders>
          <w:vAlign w:val="center"/>
        </w:tcPr>
        <w:p w14:paraId="2C73F72C" w14:textId="77777777" w:rsidR="00F66C14" w:rsidRDefault="00F66C14" w:rsidP="00F66C14">
          <w:pPr>
            <w:pStyle w:val="Footer"/>
          </w:pPr>
          <w:r w:rsidRPr="00534C19">
            <w:t xml:space="preserve">Created: </w:t>
          </w:r>
          <w:r>
            <w:t>10-</w:t>
          </w:r>
          <w:r w:rsidRPr="00534C19">
            <w:t>0</w:t>
          </w:r>
          <w:r>
            <w:t>5-</w:t>
          </w:r>
          <w:r w:rsidRPr="00534C19">
            <w:t>20</w:t>
          </w:r>
          <w:r>
            <w:t xml:space="preserve">09 | Last Updated </w:t>
          </w:r>
          <w:r>
            <w:fldChar w:fldCharType="begin"/>
          </w:r>
          <w:r>
            <w:rPr>
              <w:lang w:val="en-AU"/>
            </w:rPr>
            <w:instrText xml:space="preserve"> DATE \@ "d/MM/yyyy" </w:instrText>
          </w:r>
          <w:r>
            <w:fldChar w:fldCharType="separate"/>
          </w:r>
          <w:r w:rsidR="00E84213">
            <w:rPr>
              <w:noProof/>
              <w:lang w:val="en-AU"/>
            </w:rPr>
            <w:t>24/07/2019</w:t>
          </w:r>
          <w:r>
            <w:fldChar w:fldCharType="end"/>
          </w:r>
        </w:p>
      </w:tc>
      <w:tc>
        <w:tcPr>
          <w:tcW w:w="697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right w:w="170" w:type="dxa"/>
          </w:tcMar>
          <w:vAlign w:val="center"/>
        </w:tcPr>
        <w:p w14:paraId="77DE294C" w14:textId="77777777" w:rsidR="00F66C14" w:rsidRPr="00974012" w:rsidRDefault="00F66C14" w:rsidP="00F66C14">
          <w:pPr>
            <w:pStyle w:val="Footer"/>
            <w:jc w:val="right"/>
          </w:pPr>
        </w:p>
      </w:tc>
    </w:tr>
  </w:tbl>
  <w:p w14:paraId="4BDD14C1" w14:textId="77777777" w:rsidR="009250ED" w:rsidRPr="00F66C14" w:rsidRDefault="00F66C14" w:rsidP="00F66C14">
    <w:pPr>
      <w:pStyle w:val="Footer"/>
    </w:pPr>
    <w:r>
      <w:rPr>
        <w:noProof/>
        <w:lang w:val="en-AU" w:eastAsia="en-AU"/>
      </w:rPr>
      <w:drawing>
        <wp:anchor distT="0" distB="0" distL="114300" distR="114300" simplePos="0" relativeHeight="251679744" behindDoc="0" locked="0" layoutInCell="1" allowOverlap="1" wp14:anchorId="624AE520" wp14:editId="6E44DCFB">
          <wp:simplePos x="0" y="0"/>
          <wp:positionH relativeFrom="margin">
            <wp:align>left</wp:align>
          </wp:positionH>
          <wp:positionV relativeFrom="paragraph">
            <wp:posOffset>-314325</wp:posOffset>
          </wp:positionV>
          <wp:extent cx="288000" cy="306000"/>
          <wp:effectExtent l="0" t="0" r="0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80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3446A" w14:textId="77777777" w:rsidR="00E84213" w:rsidRDefault="00E84213" w:rsidP="00386FDF">
      <w:pPr>
        <w:spacing w:after="0" w:line="240" w:lineRule="auto"/>
      </w:pPr>
      <w:r>
        <w:separator/>
      </w:r>
    </w:p>
  </w:footnote>
  <w:footnote w:type="continuationSeparator" w:id="0">
    <w:p w14:paraId="5221379F" w14:textId="77777777" w:rsidR="00E84213" w:rsidRDefault="00E84213" w:rsidP="0038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06CCC" w14:textId="77777777" w:rsidR="00B57F45" w:rsidRPr="000B3541" w:rsidRDefault="000B3541" w:rsidP="00E6241A">
    <w:pPr>
      <w:pStyle w:val="Header"/>
      <w:spacing w:after="240"/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41E67005" wp14:editId="406448D5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6400" cy="10843200"/>
              <wp:effectExtent l="0" t="0" r="5715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6400" cy="10843200"/>
                        <a:chOff x="0" y="0"/>
                        <a:chExt cx="355600" cy="10843260"/>
                      </a:xfrm>
                    </wpg:grpSpPr>
                    <wpg:grpSp>
                      <wpg:cNvPr id="2" name="Group 4"/>
                      <wpg:cNvGrpSpPr>
                        <a:grpSpLocks/>
                      </wpg:cNvGrpSpPr>
                      <wpg:grpSpPr bwMode="auto">
                        <a:xfrm>
                          <a:off x="0" y="152400"/>
                          <a:ext cx="355600" cy="2475230"/>
                          <a:chOff x="0" y="0"/>
                          <a:chExt cx="560" cy="3898"/>
                        </a:xfrm>
                        <a:solidFill>
                          <a:srgbClr val="3BB54A"/>
                        </a:solidFill>
                      </wpg:grpSpPr>
                      <wps:wsp>
                        <wps:cNvPr id="17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0" cy="3898"/>
                          </a:xfrm>
                          <a:custGeom>
                            <a:avLst/>
                            <a:gdLst>
                              <a:gd name="T0" fmla="*/ 560 w 560"/>
                              <a:gd name="T1" fmla="*/ 0 h 3898"/>
                              <a:gd name="T2" fmla="*/ 0 w 560"/>
                              <a:gd name="T3" fmla="*/ 0 h 3898"/>
                              <a:gd name="T4" fmla="*/ 0 w 560"/>
                              <a:gd name="T5" fmla="*/ 3898 h 3898"/>
                              <a:gd name="T6" fmla="*/ 560 w 560"/>
                              <a:gd name="T7" fmla="*/ 3338 h 3898"/>
                              <a:gd name="T8" fmla="*/ 560 w 560"/>
                              <a:gd name="T9" fmla="*/ 0 h 3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0" h="3898">
                                <a:moveTo>
                                  <a:pt x="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98"/>
                                </a:lnTo>
                                <a:lnTo>
                                  <a:pt x="560" y="3338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" name="Group 6"/>
                      <wpg:cNvGrpSpPr>
                        <a:grpSpLocks/>
                      </wpg:cNvGrpSpPr>
                      <wpg:grpSpPr bwMode="auto">
                        <a:xfrm>
                          <a:off x="0" y="2390775"/>
                          <a:ext cx="355600" cy="8452485"/>
                          <a:chOff x="0" y="3527"/>
                          <a:chExt cx="560" cy="13311"/>
                        </a:xfrm>
                        <a:solidFill>
                          <a:srgbClr val="434953"/>
                        </a:solidFill>
                      </wpg:grpSpPr>
                      <wps:wsp>
                        <wps:cNvPr id="26" name="Freeform 7"/>
                        <wps:cNvSpPr>
                          <a:spLocks/>
                        </wps:cNvSpPr>
                        <wps:spPr bwMode="auto">
                          <a:xfrm>
                            <a:off x="0" y="3527"/>
                            <a:ext cx="560" cy="13311"/>
                          </a:xfrm>
                          <a:custGeom>
                            <a:avLst/>
                            <a:gdLst>
                              <a:gd name="T0" fmla="*/ 560 w 560"/>
                              <a:gd name="T1" fmla="+- 0 3527 3527"/>
                              <a:gd name="T2" fmla="*/ 3527 h 13311"/>
                              <a:gd name="T3" fmla="*/ 0 w 560"/>
                              <a:gd name="T4" fmla="+- 0 4087 3527"/>
                              <a:gd name="T5" fmla="*/ 4087 h 13311"/>
                              <a:gd name="T6" fmla="*/ 0 w 560"/>
                              <a:gd name="T7" fmla="+- 0 16838 3527"/>
                              <a:gd name="T8" fmla="*/ 16838 h 13311"/>
                              <a:gd name="T9" fmla="*/ 560 w 560"/>
                              <a:gd name="T10" fmla="+- 0 16838 3527"/>
                              <a:gd name="T11" fmla="*/ 16838 h 13311"/>
                              <a:gd name="T12" fmla="*/ 560 w 560"/>
                              <a:gd name="T13" fmla="+- 0 3527 3527"/>
                              <a:gd name="T14" fmla="*/ 3527 h 133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560" h="13311">
                                <a:moveTo>
                                  <a:pt x="560" y="0"/>
                                </a:moveTo>
                                <a:lnTo>
                                  <a:pt x="0" y="560"/>
                                </a:lnTo>
                                <a:lnTo>
                                  <a:pt x="0" y="13311"/>
                                </a:lnTo>
                                <a:lnTo>
                                  <a:pt x="560" y="13311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7" name="Group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0" cy="2475230"/>
                          <a:chOff x="0" y="0"/>
                          <a:chExt cx="560" cy="3898"/>
                        </a:xfrm>
                        <a:solidFill>
                          <a:srgbClr val="3FC6F3"/>
                        </a:solidFill>
                      </wpg:grpSpPr>
                      <wps:wsp>
                        <wps:cNvPr id="28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0" cy="3898"/>
                          </a:xfrm>
                          <a:custGeom>
                            <a:avLst/>
                            <a:gdLst>
                              <a:gd name="T0" fmla="*/ 560 w 560"/>
                              <a:gd name="T1" fmla="*/ 0 h 3898"/>
                              <a:gd name="T2" fmla="*/ 0 w 560"/>
                              <a:gd name="T3" fmla="*/ 0 h 3898"/>
                              <a:gd name="T4" fmla="*/ 0 w 560"/>
                              <a:gd name="T5" fmla="*/ 3898 h 3898"/>
                              <a:gd name="T6" fmla="*/ 560 w 560"/>
                              <a:gd name="T7" fmla="*/ 3338 h 3898"/>
                              <a:gd name="T8" fmla="*/ 560 w 560"/>
                              <a:gd name="T9" fmla="*/ 0 h 3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0" h="3898">
                                <a:moveTo>
                                  <a:pt x="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98"/>
                                </a:lnTo>
                                <a:lnTo>
                                  <a:pt x="560" y="3338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060E34" id="Group 1" o:spid="_x0000_s1026" style="position:absolute;margin-left:0;margin-top:0;width:28.05pt;height:853.8pt;z-index:-251638784;mso-position-horizontal-relative:page;mso-position-vertical-relative:page;mso-width-relative:margin;mso-height-relative:margin" coordsize="3556,10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">
              <v:group id="Group 4" o:spid="_x0000_s1027" style="position:absolute;top:1524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5" o:spid="_x0000_s1028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" path="m560,l,,,3898,560,3338,560,e" filled="f" stroked="f">
                  <v:path arrowok="t" o:connecttype="custom" o:connectlocs="560,0;0,0;0,3898;560,3338;560,0" o:connectangles="0,0,0,0,0"/>
                </v:shape>
              </v:group>
              <v:group id="Group 6" o:spid="_x0000_s1029" style="position:absolute;top:23907;width:3556;height:84525" coordorigin=",3527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shape id="Freeform 7" o:spid="_x0000_s1030" style="position:absolute;top:3527;width:560;height:13311;visibility:visible;mso-wrap-style:square;v-text-anchor:top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" path="m560,l,560,,13311r560,l560,e" filled="f" stroked="f">
                  <v:path arrowok="t" o:connecttype="custom" o:connectlocs="560,3527;0,4087;0,16838;560,16838;560,3527" o:connectangles="0,0,0,0,0"/>
                </v:shape>
              </v:group>
              <v:group id="Group 4" o:spid="_x0000_s1031" style="position:absolute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shape id="Freeform 5" o:spid="_x0000_s1032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" path="m560,l,,,3898,560,3338,560,e" filled="f" stroked="f">
                  <v:path arrowok="t" o:connecttype="custom" o:connectlocs="560,0;0,0;0,3898;560,3338;560,0" o:connectangles="0,0,0,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13670E2"/>
    <w:lvl w:ilvl="0">
      <w:start w:val="1"/>
      <w:numFmt w:val="lowerLetter"/>
      <w:pStyle w:val="ListNumber2"/>
      <w:lvlText w:val="%1."/>
      <w:lvlJc w:val="left"/>
      <w:pPr>
        <w:ind w:left="643" w:hanging="360"/>
      </w:pPr>
    </w:lvl>
  </w:abstractNum>
  <w:abstractNum w:abstractNumId="1" w15:restartNumberingAfterBreak="0">
    <w:nsid w:val="024A7CBE"/>
    <w:multiLevelType w:val="hybridMultilevel"/>
    <w:tmpl w:val="B8B21FE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A06074"/>
    <w:multiLevelType w:val="hybridMultilevel"/>
    <w:tmpl w:val="756C1442"/>
    <w:lvl w:ilvl="0" w:tplc="8CAADB96">
      <w:start w:val="1"/>
      <w:numFmt w:val="bullet"/>
      <w:pStyle w:val="ListBullet2"/>
      <w:lvlText w:val=""/>
      <w:lvlJc w:val="left"/>
      <w:pPr>
        <w:ind w:left="157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2D780631"/>
    <w:multiLevelType w:val="hybridMultilevel"/>
    <w:tmpl w:val="83E41F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C3130"/>
    <w:multiLevelType w:val="hybridMultilevel"/>
    <w:tmpl w:val="2490F68E"/>
    <w:lvl w:ilvl="0" w:tplc="B85C4414">
      <w:start w:val="1"/>
      <w:numFmt w:val="bullet"/>
      <w:pStyle w:val="ListParagraph"/>
      <w:lvlText w:val=""/>
      <w:lvlJc w:val="left"/>
      <w:pPr>
        <w:ind w:left="32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4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76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8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0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2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4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36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82" w:hanging="360"/>
      </w:pPr>
      <w:rPr>
        <w:rFonts w:ascii="Wingdings" w:hAnsi="Wingdings" w:hint="default"/>
      </w:rPr>
    </w:lvl>
  </w:abstractNum>
  <w:abstractNum w:abstractNumId="5" w15:restartNumberingAfterBreak="0">
    <w:nsid w:val="52DB4FB6"/>
    <w:multiLevelType w:val="hybridMultilevel"/>
    <w:tmpl w:val="CCC4F2FA"/>
    <w:lvl w:ilvl="0" w:tplc="525AA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B276B4">
      <w:start w:val="1"/>
      <w:numFmt w:val="bullet"/>
      <w:pStyle w:val="SD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1F0B"/>
    <w:multiLevelType w:val="hybridMultilevel"/>
    <w:tmpl w:val="7C16D6F0"/>
    <w:lvl w:ilvl="0" w:tplc="3FA86F24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250C3"/>
    <w:multiLevelType w:val="hybridMultilevel"/>
    <w:tmpl w:val="11AC6FB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B3DDE"/>
    <w:multiLevelType w:val="hybridMultilevel"/>
    <w:tmpl w:val="3FB6AE5A"/>
    <w:lvl w:ilvl="0" w:tplc="665E7B5A">
      <w:start w:val="1"/>
      <w:numFmt w:val="decimal"/>
      <w:pStyle w:val="TableNumb-List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AD350B8"/>
    <w:multiLevelType w:val="hybridMultilevel"/>
    <w:tmpl w:val="C71053F0"/>
    <w:lvl w:ilvl="0" w:tplc="2D16047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B3E31"/>
    <w:multiLevelType w:val="hybridMultilevel"/>
    <w:tmpl w:val="7C3807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9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7"/>
  </w:num>
  <w:num w:numId="11">
    <w:abstractNumId w:val="3"/>
  </w:num>
  <w:num w:numId="12">
    <w:abstractNumId w:val="1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8"/>
    <w:lvlOverride w:ilvl="0">
      <w:startOverride w:val="1"/>
    </w:lvlOverride>
  </w:num>
  <w:num w:numId="16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13"/>
    <w:rsid w:val="00010F17"/>
    <w:rsid w:val="000236B2"/>
    <w:rsid w:val="000524EC"/>
    <w:rsid w:val="00057175"/>
    <w:rsid w:val="00057CDA"/>
    <w:rsid w:val="00065D8E"/>
    <w:rsid w:val="000703EE"/>
    <w:rsid w:val="00070A47"/>
    <w:rsid w:val="00070DBB"/>
    <w:rsid w:val="0007142D"/>
    <w:rsid w:val="00072EF4"/>
    <w:rsid w:val="00075D5F"/>
    <w:rsid w:val="00081B00"/>
    <w:rsid w:val="00083CFF"/>
    <w:rsid w:val="000927BB"/>
    <w:rsid w:val="00093823"/>
    <w:rsid w:val="00093942"/>
    <w:rsid w:val="00095E38"/>
    <w:rsid w:val="000A1362"/>
    <w:rsid w:val="000A5E23"/>
    <w:rsid w:val="000A6169"/>
    <w:rsid w:val="000A6D17"/>
    <w:rsid w:val="000B318C"/>
    <w:rsid w:val="000B3541"/>
    <w:rsid w:val="000B76E4"/>
    <w:rsid w:val="000D5A82"/>
    <w:rsid w:val="000E52DD"/>
    <w:rsid w:val="000F6430"/>
    <w:rsid w:val="000F7FFA"/>
    <w:rsid w:val="0010327A"/>
    <w:rsid w:val="0011354B"/>
    <w:rsid w:val="00121FB3"/>
    <w:rsid w:val="001223B9"/>
    <w:rsid w:val="00125EED"/>
    <w:rsid w:val="0013370B"/>
    <w:rsid w:val="00140326"/>
    <w:rsid w:val="00143701"/>
    <w:rsid w:val="00143CB7"/>
    <w:rsid w:val="001446C8"/>
    <w:rsid w:val="001448C6"/>
    <w:rsid w:val="001556F5"/>
    <w:rsid w:val="001601B3"/>
    <w:rsid w:val="00172EC0"/>
    <w:rsid w:val="00177C42"/>
    <w:rsid w:val="00182C3E"/>
    <w:rsid w:val="00193516"/>
    <w:rsid w:val="00195762"/>
    <w:rsid w:val="001A5FEC"/>
    <w:rsid w:val="001A7797"/>
    <w:rsid w:val="001B725B"/>
    <w:rsid w:val="001C3B08"/>
    <w:rsid w:val="001D53C7"/>
    <w:rsid w:val="001F259B"/>
    <w:rsid w:val="001F7F7D"/>
    <w:rsid w:val="0020044C"/>
    <w:rsid w:val="0020721A"/>
    <w:rsid w:val="00207242"/>
    <w:rsid w:val="00207E48"/>
    <w:rsid w:val="002156DE"/>
    <w:rsid w:val="00216902"/>
    <w:rsid w:val="00230496"/>
    <w:rsid w:val="00233E2E"/>
    <w:rsid w:val="002373E9"/>
    <w:rsid w:val="002418D1"/>
    <w:rsid w:val="002517A2"/>
    <w:rsid w:val="002519C8"/>
    <w:rsid w:val="00255E2A"/>
    <w:rsid w:val="00273609"/>
    <w:rsid w:val="002757A3"/>
    <w:rsid w:val="00282235"/>
    <w:rsid w:val="002838A3"/>
    <w:rsid w:val="0028782B"/>
    <w:rsid w:val="002A03E0"/>
    <w:rsid w:val="002A102E"/>
    <w:rsid w:val="002A222D"/>
    <w:rsid w:val="002B0589"/>
    <w:rsid w:val="002B30FC"/>
    <w:rsid w:val="002B434A"/>
    <w:rsid w:val="002C6BC3"/>
    <w:rsid w:val="002D374F"/>
    <w:rsid w:val="002E18D5"/>
    <w:rsid w:val="002E6B4C"/>
    <w:rsid w:val="002F330B"/>
    <w:rsid w:val="002F5516"/>
    <w:rsid w:val="002F68AE"/>
    <w:rsid w:val="00300D61"/>
    <w:rsid w:val="00303F56"/>
    <w:rsid w:val="003055E8"/>
    <w:rsid w:val="0031670E"/>
    <w:rsid w:val="00321099"/>
    <w:rsid w:val="0032237D"/>
    <w:rsid w:val="00323EE5"/>
    <w:rsid w:val="00331DEC"/>
    <w:rsid w:val="00336E6F"/>
    <w:rsid w:val="0033799E"/>
    <w:rsid w:val="0034054F"/>
    <w:rsid w:val="00343471"/>
    <w:rsid w:val="0034477F"/>
    <w:rsid w:val="0035370D"/>
    <w:rsid w:val="00355841"/>
    <w:rsid w:val="0036211F"/>
    <w:rsid w:val="00367157"/>
    <w:rsid w:val="00375F0F"/>
    <w:rsid w:val="0038546E"/>
    <w:rsid w:val="00386FDF"/>
    <w:rsid w:val="003D0FD4"/>
    <w:rsid w:val="003D2D81"/>
    <w:rsid w:val="003E2A29"/>
    <w:rsid w:val="004072E7"/>
    <w:rsid w:val="00410D75"/>
    <w:rsid w:val="00420F27"/>
    <w:rsid w:val="004251AE"/>
    <w:rsid w:val="0042609A"/>
    <w:rsid w:val="004318AB"/>
    <w:rsid w:val="00433D25"/>
    <w:rsid w:val="00437A9B"/>
    <w:rsid w:val="0044237A"/>
    <w:rsid w:val="00447FFD"/>
    <w:rsid w:val="004603D1"/>
    <w:rsid w:val="0046306B"/>
    <w:rsid w:val="00471B27"/>
    <w:rsid w:val="00473312"/>
    <w:rsid w:val="00475E6E"/>
    <w:rsid w:val="004800B4"/>
    <w:rsid w:val="0048466D"/>
    <w:rsid w:val="00485262"/>
    <w:rsid w:val="0049591A"/>
    <w:rsid w:val="004A127C"/>
    <w:rsid w:val="004A582B"/>
    <w:rsid w:val="004B1C1F"/>
    <w:rsid w:val="004B4C9C"/>
    <w:rsid w:val="004B7EE8"/>
    <w:rsid w:val="004C1875"/>
    <w:rsid w:val="004C2E66"/>
    <w:rsid w:val="004C3D88"/>
    <w:rsid w:val="004C430E"/>
    <w:rsid w:val="004C764E"/>
    <w:rsid w:val="004D4F10"/>
    <w:rsid w:val="005007AE"/>
    <w:rsid w:val="00501984"/>
    <w:rsid w:val="00510DE8"/>
    <w:rsid w:val="00516B18"/>
    <w:rsid w:val="00516B6A"/>
    <w:rsid w:val="00532F03"/>
    <w:rsid w:val="00556F2B"/>
    <w:rsid w:val="00562F25"/>
    <w:rsid w:val="00571BE5"/>
    <w:rsid w:val="00572764"/>
    <w:rsid w:val="00574858"/>
    <w:rsid w:val="00583317"/>
    <w:rsid w:val="00585708"/>
    <w:rsid w:val="005858BD"/>
    <w:rsid w:val="00594EBF"/>
    <w:rsid w:val="00596027"/>
    <w:rsid w:val="005A1CC8"/>
    <w:rsid w:val="005B0D7D"/>
    <w:rsid w:val="005C022D"/>
    <w:rsid w:val="005D2E74"/>
    <w:rsid w:val="005D39A9"/>
    <w:rsid w:val="005D6964"/>
    <w:rsid w:val="005E7E71"/>
    <w:rsid w:val="00606CE4"/>
    <w:rsid w:val="00610900"/>
    <w:rsid w:val="006121A8"/>
    <w:rsid w:val="00612684"/>
    <w:rsid w:val="00612BDF"/>
    <w:rsid w:val="00615423"/>
    <w:rsid w:val="00616D46"/>
    <w:rsid w:val="006256A5"/>
    <w:rsid w:val="0062719C"/>
    <w:rsid w:val="006318BE"/>
    <w:rsid w:val="0063272E"/>
    <w:rsid w:val="006371F4"/>
    <w:rsid w:val="00652E60"/>
    <w:rsid w:val="00655E5B"/>
    <w:rsid w:val="0066107F"/>
    <w:rsid w:val="0067447D"/>
    <w:rsid w:val="00680E34"/>
    <w:rsid w:val="00685338"/>
    <w:rsid w:val="0069095D"/>
    <w:rsid w:val="00696283"/>
    <w:rsid w:val="006A2AB4"/>
    <w:rsid w:val="006A5F73"/>
    <w:rsid w:val="006A5FD9"/>
    <w:rsid w:val="006A6728"/>
    <w:rsid w:val="006C2BA3"/>
    <w:rsid w:val="006D2BBC"/>
    <w:rsid w:val="006D4F16"/>
    <w:rsid w:val="006E0A1E"/>
    <w:rsid w:val="006E1D9D"/>
    <w:rsid w:val="006E3560"/>
    <w:rsid w:val="006F4A4D"/>
    <w:rsid w:val="006F7E62"/>
    <w:rsid w:val="00712199"/>
    <w:rsid w:val="00716588"/>
    <w:rsid w:val="007375CB"/>
    <w:rsid w:val="00752CA0"/>
    <w:rsid w:val="007643E1"/>
    <w:rsid w:val="00766AF7"/>
    <w:rsid w:val="00767514"/>
    <w:rsid w:val="00770191"/>
    <w:rsid w:val="00770301"/>
    <w:rsid w:val="00777CCC"/>
    <w:rsid w:val="0079201C"/>
    <w:rsid w:val="007975E6"/>
    <w:rsid w:val="007A09A2"/>
    <w:rsid w:val="007A7486"/>
    <w:rsid w:val="007B5325"/>
    <w:rsid w:val="007B7634"/>
    <w:rsid w:val="007E0EB3"/>
    <w:rsid w:val="007E22AB"/>
    <w:rsid w:val="007E69F7"/>
    <w:rsid w:val="00804E93"/>
    <w:rsid w:val="008059DC"/>
    <w:rsid w:val="00827085"/>
    <w:rsid w:val="00827BCD"/>
    <w:rsid w:val="00841908"/>
    <w:rsid w:val="0084447A"/>
    <w:rsid w:val="008454E1"/>
    <w:rsid w:val="00853EE7"/>
    <w:rsid w:val="00865A9C"/>
    <w:rsid w:val="008727AB"/>
    <w:rsid w:val="0087507F"/>
    <w:rsid w:val="0087585A"/>
    <w:rsid w:val="00876884"/>
    <w:rsid w:val="00876B55"/>
    <w:rsid w:val="00876E7E"/>
    <w:rsid w:val="008817B9"/>
    <w:rsid w:val="008825DD"/>
    <w:rsid w:val="00882D99"/>
    <w:rsid w:val="0088457B"/>
    <w:rsid w:val="008872D6"/>
    <w:rsid w:val="008A1EEF"/>
    <w:rsid w:val="008A4A9D"/>
    <w:rsid w:val="008A6F79"/>
    <w:rsid w:val="008A75B2"/>
    <w:rsid w:val="008C0B9F"/>
    <w:rsid w:val="008C1902"/>
    <w:rsid w:val="008C23B2"/>
    <w:rsid w:val="008D40B7"/>
    <w:rsid w:val="008D6EA2"/>
    <w:rsid w:val="008D7043"/>
    <w:rsid w:val="008F23AF"/>
    <w:rsid w:val="008F4848"/>
    <w:rsid w:val="008F4C82"/>
    <w:rsid w:val="00900F5E"/>
    <w:rsid w:val="00904FFD"/>
    <w:rsid w:val="00910621"/>
    <w:rsid w:val="00914FB0"/>
    <w:rsid w:val="0092355D"/>
    <w:rsid w:val="009250ED"/>
    <w:rsid w:val="00925373"/>
    <w:rsid w:val="009344BC"/>
    <w:rsid w:val="0093542E"/>
    <w:rsid w:val="00940501"/>
    <w:rsid w:val="00944692"/>
    <w:rsid w:val="009449DB"/>
    <w:rsid w:val="009542CA"/>
    <w:rsid w:val="009549B3"/>
    <w:rsid w:val="009557F9"/>
    <w:rsid w:val="009645C6"/>
    <w:rsid w:val="00964DED"/>
    <w:rsid w:val="00966904"/>
    <w:rsid w:val="00976492"/>
    <w:rsid w:val="00983BF6"/>
    <w:rsid w:val="0099108B"/>
    <w:rsid w:val="00993A5C"/>
    <w:rsid w:val="00994386"/>
    <w:rsid w:val="009A449A"/>
    <w:rsid w:val="009A4F27"/>
    <w:rsid w:val="009C08E7"/>
    <w:rsid w:val="009D25E9"/>
    <w:rsid w:val="009E447F"/>
    <w:rsid w:val="009E44BD"/>
    <w:rsid w:val="009E68AC"/>
    <w:rsid w:val="00A05CA8"/>
    <w:rsid w:val="00A158BE"/>
    <w:rsid w:val="00A205F0"/>
    <w:rsid w:val="00A2662E"/>
    <w:rsid w:val="00A505F0"/>
    <w:rsid w:val="00A57DAE"/>
    <w:rsid w:val="00A65BA0"/>
    <w:rsid w:val="00A748BE"/>
    <w:rsid w:val="00A75C63"/>
    <w:rsid w:val="00A85212"/>
    <w:rsid w:val="00A97C9E"/>
    <w:rsid w:val="00AA0824"/>
    <w:rsid w:val="00AB2166"/>
    <w:rsid w:val="00AC319B"/>
    <w:rsid w:val="00AC33C3"/>
    <w:rsid w:val="00AE5A18"/>
    <w:rsid w:val="00AE5B51"/>
    <w:rsid w:val="00AE7AB3"/>
    <w:rsid w:val="00AF0265"/>
    <w:rsid w:val="00B038E9"/>
    <w:rsid w:val="00B03CEB"/>
    <w:rsid w:val="00B1253E"/>
    <w:rsid w:val="00B2105B"/>
    <w:rsid w:val="00B2158A"/>
    <w:rsid w:val="00B2611F"/>
    <w:rsid w:val="00B26DD4"/>
    <w:rsid w:val="00B32B23"/>
    <w:rsid w:val="00B50224"/>
    <w:rsid w:val="00B51EE4"/>
    <w:rsid w:val="00B57F45"/>
    <w:rsid w:val="00B63EDB"/>
    <w:rsid w:val="00B712C4"/>
    <w:rsid w:val="00B71D82"/>
    <w:rsid w:val="00B80468"/>
    <w:rsid w:val="00B8171A"/>
    <w:rsid w:val="00B908E9"/>
    <w:rsid w:val="00B91106"/>
    <w:rsid w:val="00B94352"/>
    <w:rsid w:val="00B94E80"/>
    <w:rsid w:val="00BB0059"/>
    <w:rsid w:val="00BC4101"/>
    <w:rsid w:val="00BD10D9"/>
    <w:rsid w:val="00BD4A25"/>
    <w:rsid w:val="00BE1707"/>
    <w:rsid w:val="00BE3C0E"/>
    <w:rsid w:val="00BE5643"/>
    <w:rsid w:val="00BE6524"/>
    <w:rsid w:val="00BE7ECC"/>
    <w:rsid w:val="00C111DE"/>
    <w:rsid w:val="00C155F2"/>
    <w:rsid w:val="00C26548"/>
    <w:rsid w:val="00C27A7C"/>
    <w:rsid w:val="00C35703"/>
    <w:rsid w:val="00C43978"/>
    <w:rsid w:val="00C455CD"/>
    <w:rsid w:val="00C53296"/>
    <w:rsid w:val="00C60043"/>
    <w:rsid w:val="00C61FEF"/>
    <w:rsid w:val="00C67451"/>
    <w:rsid w:val="00C734EF"/>
    <w:rsid w:val="00C748C8"/>
    <w:rsid w:val="00C80A05"/>
    <w:rsid w:val="00C95B3E"/>
    <w:rsid w:val="00CB11ED"/>
    <w:rsid w:val="00CB493B"/>
    <w:rsid w:val="00CC544D"/>
    <w:rsid w:val="00CC6D44"/>
    <w:rsid w:val="00CD0D30"/>
    <w:rsid w:val="00CE4643"/>
    <w:rsid w:val="00CE7B8B"/>
    <w:rsid w:val="00CF019E"/>
    <w:rsid w:val="00CF5A31"/>
    <w:rsid w:val="00CF6312"/>
    <w:rsid w:val="00CF6363"/>
    <w:rsid w:val="00D272FF"/>
    <w:rsid w:val="00D50EDC"/>
    <w:rsid w:val="00D54D85"/>
    <w:rsid w:val="00D606C3"/>
    <w:rsid w:val="00D70C28"/>
    <w:rsid w:val="00D74BA9"/>
    <w:rsid w:val="00D75419"/>
    <w:rsid w:val="00D8239D"/>
    <w:rsid w:val="00D87C7E"/>
    <w:rsid w:val="00D9483F"/>
    <w:rsid w:val="00D96963"/>
    <w:rsid w:val="00DA028D"/>
    <w:rsid w:val="00DA43D8"/>
    <w:rsid w:val="00DA523B"/>
    <w:rsid w:val="00DA613C"/>
    <w:rsid w:val="00DA69F7"/>
    <w:rsid w:val="00DB71EE"/>
    <w:rsid w:val="00DB7900"/>
    <w:rsid w:val="00DC0DC7"/>
    <w:rsid w:val="00DC6AD4"/>
    <w:rsid w:val="00DE3779"/>
    <w:rsid w:val="00DE6EDE"/>
    <w:rsid w:val="00DE77C9"/>
    <w:rsid w:val="00E0123C"/>
    <w:rsid w:val="00E043DA"/>
    <w:rsid w:val="00E06C6F"/>
    <w:rsid w:val="00E10463"/>
    <w:rsid w:val="00E16319"/>
    <w:rsid w:val="00E22AF2"/>
    <w:rsid w:val="00E252CA"/>
    <w:rsid w:val="00E335D5"/>
    <w:rsid w:val="00E4188F"/>
    <w:rsid w:val="00E44113"/>
    <w:rsid w:val="00E477E3"/>
    <w:rsid w:val="00E5052D"/>
    <w:rsid w:val="00E52E70"/>
    <w:rsid w:val="00E6241A"/>
    <w:rsid w:val="00E7270E"/>
    <w:rsid w:val="00E81669"/>
    <w:rsid w:val="00E84213"/>
    <w:rsid w:val="00E8747D"/>
    <w:rsid w:val="00E91A9A"/>
    <w:rsid w:val="00EB192B"/>
    <w:rsid w:val="00EC2180"/>
    <w:rsid w:val="00ED04A7"/>
    <w:rsid w:val="00ED2B64"/>
    <w:rsid w:val="00ED6B01"/>
    <w:rsid w:val="00EE092D"/>
    <w:rsid w:val="00EE1855"/>
    <w:rsid w:val="00EE20C0"/>
    <w:rsid w:val="00EF0714"/>
    <w:rsid w:val="00F06033"/>
    <w:rsid w:val="00F1412A"/>
    <w:rsid w:val="00F26A35"/>
    <w:rsid w:val="00F31A99"/>
    <w:rsid w:val="00F329C9"/>
    <w:rsid w:val="00F3648D"/>
    <w:rsid w:val="00F52926"/>
    <w:rsid w:val="00F53BDB"/>
    <w:rsid w:val="00F572C9"/>
    <w:rsid w:val="00F63DAA"/>
    <w:rsid w:val="00F66C14"/>
    <w:rsid w:val="00F67446"/>
    <w:rsid w:val="00F70D09"/>
    <w:rsid w:val="00F71E8E"/>
    <w:rsid w:val="00F8231C"/>
    <w:rsid w:val="00F8490A"/>
    <w:rsid w:val="00F901DD"/>
    <w:rsid w:val="00F90934"/>
    <w:rsid w:val="00F94B93"/>
    <w:rsid w:val="00FC454E"/>
    <w:rsid w:val="00FD3471"/>
    <w:rsid w:val="00FF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DC7E0"/>
  <w15:docId w15:val="{933C863E-69B5-4301-9A7B-38EA45FFE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0044C"/>
    <w:pPr>
      <w:spacing w:after="200" w:line="312" w:lineRule="auto"/>
    </w:pPr>
    <w:rPr>
      <w:rFonts w:asciiTheme="majorHAnsi" w:hAnsiTheme="majorHAnsi"/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6241A"/>
    <w:pPr>
      <w:keepNext/>
      <w:keepLines/>
      <w:spacing w:before="720" w:after="240" w:line="240" w:lineRule="auto"/>
      <w:outlineLvl w:val="0"/>
    </w:pPr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483F"/>
    <w:pPr>
      <w:keepNext/>
      <w:keepLines/>
      <w:spacing w:before="240" w:after="240" w:line="240" w:lineRule="auto"/>
      <w:outlineLvl w:val="1"/>
    </w:pPr>
    <w:rPr>
      <w:rFonts w:ascii="Myriad Pro" w:eastAsiaTheme="majorEastAsia" w:hAnsi="Myriad Pro" w:cstheme="majorBidi"/>
      <w:color w:val="434953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0044C"/>
    <w:pPr>
      <w:numPr>
        <w:ilvl w:val="2"/>
      </w:numPr>
      <w:spacing w:before="360"/>
      <w:outlineLvl w:val="2"/>
    </w:pPr>
    <w:rPr>
      <w:b/>
      <w:caps/>
      <w:color w:val="3FC6F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0044C"/>
    <w:pPr>
      <w:keepNext/>
      <w:keepLines/>
      <w:spacing w:after="80"/>
      <w:outlineLvl w:val="3"/>
    </w:pPr>
    <w:rPr>
      <w:rFonts w:eastAsiaTheme="majorEastAsia" w:cstheme="majorBidi"/>
      <w:b/>
      <w:iCs/>
      <w:color w:val="006699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20044C"/>
    <w:pPr>
      <w:keepNext/>
      <w:keepLines/>
      <w:spacing w:before="40" w:after="0"/>
      <w:outlineLvl w:val="4"/>
    </w:pPr>
    <w:rPr>
      <w:rFonts w:eastAsiaTheme="majorEastAsia" w:cstheme="majorBidi"/>
      <w:i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20044C"/>
    <w:pPr>
      <w:keepNext/>
      <w:keepLines/>
      <w:spacing w:before="40" w:after="0"/>
      <w:outlineLvl w:val="5"/>
    </w:pPr>
    <w:rPr>
      <w:rFonts w:eastAsiaTheme="majorEastAsia" w:cstheme="majorBidi"/>
      <w:color w:val="0066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2004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0044C"/>
    <w:rPr>
      <w:rFonts w:eastAsia="Titillium"/>
      <w:szCs w:val="16"/>
    </w:rPr>
  </w:style>
  <w:style w:type="paragraph" w:styleId="ListParagraph">
    <w:name w:val="List Paragraph"/>
    <w:basedOn w:val="Normal"/>
    <w:uiPriority w:val="1"/>
    <w:qFormat/>
    <w:rsid w:val="0020044C"/>
    <w:pPr>
      <w:numPr>
        <w:numId w:val="1"/>
      </w:numPr>
      <w:contextualSpacing/>
    </w:pPr>
  </w:style>
  <w:style w:type="paragraph" w:customStyle="1" w:styleId="TableText">
    <w:name w:val="Table Text"/>
    <w:basedOn w:val="Normal"/>
    <w:uiPriority w:val="1"/>
    <w:qFormat/>
    <w:rsid w:val="0020044C"/>
    <w:pPr>
      <w:widowControl/>
      <w:spacing w:after="120" w:line="264" w:lineRule="auto"/>
    </w:pPr>
  </w:style>
  <w:style w:type="table" w:styleId="TableGrid">
    <w:name w:val="Table Grid"/>
    <w:basedOn w:val="TableNormal"/>
    <w:uiPriority w:val="59"/>
    <w:rsid w:val="00200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uiPriority w:val="1"/>
    <w:qFormat/>
    <w:rsid w:val="0020044C"/>
    <w:pPr>
      <w:spacing w:line="264" w:lineRule="auto"/>
      <w:jc w:val="right"/>
    </w:pPr>
    <w:rPr>
      <w:rFonts w:asciiTheme="majorHAnsi" w:hAnsiTheme="majorHAnsi"/>
      <w:color w:val="404040" w:themeColor="text1" w:themeTint="BF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0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44C"/>
    <w:rPr>
      <w:rFonts w:asciiTheme="majorHAnsi" w:hAnsiTheme="majorHAnsi"/>
      <w:color w:val="404040" w:themeColor="text1" w:themeTint="BF"/>
    </w:rPr>
  </w:style>
  <w:style w:type="paragraph" w:styleId="Footer">
    <w:name w:val="footer"/>
    <w:basedOn w:val="Address"/>
    <w:link w:val="FooterChar"/>
    <w:uiPriority w:val="99"/>
    <w:unhideWhenUsed/>
    <w:rsid w:val="0020044C"/>
    <w:pPr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20044C"/>
    <w:rPr>
      <w:rFonts w:asciiTheme="majorHAnsi" w:hAnsiTheme="majorHAnsi"/>
      <w:color w:val="404040" w:themeColor="text1" w:themeTint="BF"/>
      <w:sz w:val="16"/>
      <w:szCs w:val="16"/>
    </w:rPr>
  </w:style>
  <w:style w:type="paragraph" w:styleId="NoSpacing">
    <w:name w:val="No Spacing"/>
    <w:uiPriority w:val="1"/>
    <w:qFormat/>
    <w:rsid w:val="0020044C"/>
    <w:rPr>
      <w:rFonts w:asciiTheme="majorHAnsi" w:hAnsiTheme="majorHAnsi"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E6241A"/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9483F"/>
    <w:rPr>
      <w:rFonts w:ascii="Myriad Pro" w:eastAsiaTheme="majorEastAsia" w:hAnsi="Myriad Pro" w:cstheme="majorBidi"/>
      <w:color w:val="434953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rsid w:val="0020044C"/>
    <w:pPr>
      <w:spacing w:after="240" w:line="240" w:lineRule="auto"/>
    </w:pPr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20044C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0044C"/>
    <w:rPr>
      <w:rFonts w:asciiTheme="majorHAnsi" w:hAnsiTheme="majorHAnsi"/>
      <w:i/>
      <w:iC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20044C"/>
    <w:rPr>
      <w:b/>
      <w:bCs/>
      <w:smallCaps/>
      <w:color w:val="006699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044C"/>
    <w:pPr>
      <w:pBdr>
        <w:top w:val="single" w:sz="4" w:space="10" w:color="006699"/>
        <w:bottom w:val="single" w:sz="4" w:space="10" w:color="006699"/>
      </w:pBdr>
      <w:spacing w:before="360" w:after="360"/>
      <w:ind w:left="851" w:right="851"/>
      <w:jc w:val="center"/>
    </w:pPr>
    <w:rPr>
      <w:i/>
      <w:iCs/>
      <w:color w:val="00669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044C"/>
    <w:rPr>
      <w:rFonts w:asciiTheme="majorHAnsi" w:hAnsiTheme="majorHAnsi"/>
      <w:i/>
      <w:iCs/>
      <w:color w:val="006699"/>
    </w:rPr>
  </w:style>
  <w:style w:type="character" w:styleId="IntenseEmphasis">
    <w:name w:val="Intense Emphasis"/>
    <w:basedOn w:val="DefaultParagraphFont"/>
    <w:uiPriority w:val="21"/>
    <w:qFormat/>
    <w:rsid w:val="0020044C"/>
    <w:rPr>
      <w:i/>
      <w:iCs/>
      <w:color w:val="006699"/>
      <w:bdr w:val="none" w:sz="0" w:space="0" w:color="auto"/>
    </w:rPr>
  </w:style>
  <w:style w:type="character" w:styleId="BookTitle">
    <w:name w:val="Book Title"/>
    <w:basedOn w:val="DefaultParagraphFont"/>
    <w:uiPriority w:val="33"/>
    <w:rsid w:val="0020044C"/>
    <w:rPr>
      <w:b/>
      <w:bCs/>
      <w:i/>
      <w:iCs/>
      <w:spacing w:val="5"/>
    </w:rPr>
  </w:style>
  <w:style w:type="character" w:customStyle="1" w:styleId="TitleChar">
    <w:name w:val="Title Char"/>
    <w:basedOn w:val="DefaultParagraphFont"/>
    <w:link w:val="Title"/>
    <w:uiPriority w:val="10"/>
    <w:rsid w:val="0020044C"/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20044C"/>
    <w:rPr>
      <w:rFonts w:ascii="Myriad Pro" w:eastAsiaTheme="majorEastAsia" w:hAnsi="Myriad Pro" w:cstheme="majorBidi"/>
      <w:b/>
      <w:caps/>
      <w:color w:val="3FC6F3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0044C"/>
    <w:rPr>
      <w:color w:val="808080"/>
    </w:rPr>
  </w:style>
  <w:style w:type="paragraph" w:styleId="Date">
    <w:name w:val="Date"/>
    <w:basedOn w:val="Normal"/>
    <w:next w:val="Normal"/>
    <w:link w:val="DateChar"/>
    <w:autoRedefine/>
    <w:uiPriority w:val="99"/>
    <w:unhideWhenUsed/>
    <w:rsid w:val="0020044C"/>
    <w:pPr>
      <w:spacing w:after="480"/>
    </w:pPr>
  </w:style>
  <w:style w:type="character" w:customStyle="1" w:styleId="BodyTextChar">
    <w:name w:val="Body Text Char"/>
    <w:basedOn w:val="DefaultParagraphFont"/>
    <w:link w:val="BodyText"/>
    <w:uiPriority w:val="1"/>
    <w:rsid w:val="0020044C"/>
    <w:rPr>
      <w:rFonts w:asciiTheme="majorHAnsi" w:eastAsia="Titillium" w:hAnsiTheme="majorHAnsi"/>
      <w:color w:val="404040" w:themeColor="text1" w:themeTint="BF"/>
      <w:szCs w:val="16"/>
    </w:rPr>
  </w:style>
  <w:style w:type="character" w:customStyle="1" w:styleId="DateChar">
    <w:name w:val="Date Char"/>
    <w:basedOn w:val="DefaultParagraphFont"/>
    <w:link w:val="Date"/>
    <w:uiPriority w:val="99"/>
    <w:rsid w:val="0020044C"/>
    <w:rPr>
      <w:rFonts w:asciiTheme="majorHAnsi" w:hAnsiTheme="majorHAnsi"/>
      <w:color w:val="404040" w:themeColor="text1" w:themeTint="BF"/>
    </w:rPr>
  </w:style>
  <w:style w:type="paragraph" w:styleId="ListBullet">
    <w:name w:val="List Bullet"/>
    <w:basedOn w:val="ListParagraph"/>
    <w:uiPriority w:val="99"/>
    <w:unhideWhenUsed/>
    <w:rsid w:val="0020044C"/>
    <w:pPr>
      <w:spacing w:after="80"/>
      <w:ind w:left="850" w:hanging="357"/>
      <w:contextualSpacing w:val="0"/>
    </w:pPr>
  </w:style>
  <w:style w:type="paragraph" w:styleId="ListNumber">
    <w:name w:val="List Number"/>
    <w:basedOn w:val="ListBullet"/>
    <w:uiPriority w:val="99"/>
    <w:unhideWhenUsed/>
    <w:rsid w:val="0020044C"/>
    <w:pPr>
      <w:numPr>
        <w:numId w:val="3"/>
      </w:numPr>
    </w:pPr>
  </w:style>
  <w:style w:type="table" w:styleId="GridTable1Light-Accent4">
    <w:name w:val="Grid Table 1 Light Accent 4"/>
    <w:basedOn w:val="TableNormal"/>
    <w:uiPriority w:val="46"/>
    <w:rsid w:val="0020044C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0044C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0044C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0044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20044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1">
    <w:name w:val="List Table 2 Accent 1"/>
    <w:basedOn w:val="TableNormal"/>
    <w:uiPriority w:val="47"/>
    <w:rsid w:val="0020044C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1">
    <w:name w:val="List Table 1 Light Accent 1"/>
    <w:basedOn w:val="TableNormal"/>
    <w:uiPriority w:val="46"/>
    <w:rsid w:val="0020044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TableHeader">
    <w:name w:val="Table Header"/>
    <w:basedOn w:val="TableText"/>
    <w:uiPriority w:val="1"/>
    <w:qFormat/>
    <w:rsid w:val="001A7797"/>
    <w:pPr>
      <w:spacing w:after="0" w:line="240" w:lineRule="auto"/>
    </w:pPr>
    <w:rPr>
      <w:b/>
    </w:rPr>
  </w:style>
  <w:style w:type="table" w:customStyle="1" w:styleId="TablePlan2go">
    <w:name w:val="Table Plan2go"/>
    <w:basedOn w:val="TableNormal"/>
    <w:uiPriority w:val="99"/>
    <w:rsid w:val="0020044C"/>
    <w:pPr>
      <w:widowControl/>
      <w:spacing w:after="120" w:line="264" w:lineRule="auto"/>
    </w:pPr>
    <w:rPr>
      <w:color w:val="434953"/>
    </w:rPr>
    <w:tblPr>
      <w:tblStyleRowBandSize w:val="1"/>
      <w:tblCellMar>
        <w:top w:w="113" w:type="dxa"/>
        <w:left w:w="113" w:type="dxa"/>
      </w:tblCellMar>
    </w:tblPr>
    <w:trPr>
      <w:cantSplit/>
    </w:tr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vAlign w:val="center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shd w:val="clear" w:color="auto" w:fill="FFFFFF" w:themeFill="background1"/>
      </w:tcPr>
    </w:tblStylePr>
  </w:style>
  <w:style w:type="paragraph" w:customStyle="1" w:styleId="Appendix">
    <w:name w:val="Appendix"/>
    <w:uiPriority w:val="1"/>
    <w:qFormat/>
    <w:rsid w:val="0020044C"/>
    <w:pPr>
      <w:spacing w:after="240"/>
    </w:pPr>
    <w:rPr>
      <w:rFonts w:ascii="Myriad Pro" w:eastAsiaTheme="majorEastAsia" w:hAnsi="Myriad Pro" w:cstheme="majorBidi"/>
      <w:b/>
      <w:iCs/>
      <w:color w:val="434953"/>
      <w:sz w:val="32"/>
      <w:szCs w:val="32"/>
    </w:rPr>
  </w:style>
  <w:style w:type="paragraph" w:customStyle="1" w:styleId="TableCaption">
    <w:name w:val="Table Caption"/>
    <w:basedOn w:val="Normal"/>
    <w:uiPriority w:val="1"/>
    <w:qFormat/>
    <w:rsid w:val="0020044C"/>
    <w:pPr>
      <w:spacing w:before="120" w:after="480"/>
    </w:pPr>
    <w:rPr>
      <w:i/>
      <w:sz w:val="18"/>
    </w:rPr>
  </w:style>
  <w:style w:type="paragraph" w:customStyle="1" w:styleId="Figure">
    <w:name w:val="Figure"/>
    <w:basedOn w:val="TableCaption"/>
    <w:uiPriority w:val="1"/>
    <w:qFormat/>
    <w:rsid w:val="0020044C"/>
    <w:pPr>
      <w:ind w:left="567"/>
    </w:pPr>
  </w:style>
  <w:style w:type="paragraph" w:customStyle="1" w:styleId="Heading1Top-Page">
    <w:name w:val="Heading 1 Top-Page"/>
    <w:basedOn w:val="Heading1"/>
    <w:uiPriority w:val="1"/>
    <w:rsid w:val="002B434A"/>
  </w:style>
  <w:style w:type="character" w:customStyle="1" w:styleId="Heading4Char">
    <w:name w:val="Heading 4 Char"/>
    <w:basedOn w:val="DefaultParagraphFont"/>
    <w:link w:val="Heading4"/>
    <w:uiPriority w:val="9"/>
    <w:rsid w:val="0020044C"/>
    <w:rPr>
      <w:rFonts w:asciiTheme="majorHAnsi" w:eastAsiaTheme="majorEastAsia" w:hAnsiTheme="majorHAnsi" w:cstheme="majorBidi"/>
      <w:b/>
      <w:iCs/>
      <w:color w:val="006699"/>
    </w:rPr>
  </w:style>
  <w:style w:type="character" w:customStyle="1" w:styleId="Heading5Char">
    <w:name w:val="Heading 5 Char"/>
    <w:basedOn w:val="DefaultParagraphFont"/>
    <w:link w:val="Heading5"/>
    <w:uiPriority w:val="9"/>
    <w:rsid w:val="0020044C"/>
    <w:rPr>
      <w:rFonts w:asciiTheme="majorHAnsi" w:eastAsiaTheme="majorEastAsia" w:hAnsiTheme="majorHAnsi" w:cstheme="majorBidi"/>
      <w:i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044C"/>
    <w:rPr>
      <w:rFonts w:asciiTheme="majorHAnsi" w:eastAsiaTheme="majorEastAsia" w:hAnsiTheme="majorHAnsi" w:cstheme="majorBidi"/>
      <w:color w:val="006699"/>
    </w:rPr>
  </w:style>
  <w:style w:type="character" w:styleId="Hyperlink">
    <w:name w:val="Hyperlink"/>
    <w:basedOn w:val="DefaultParagraphFont"/>
    <w:uiPriority w:val="99"/>
    <w:unhideWhenUsed/>
    <w:rsid w:val="0020044C"/>
    <w:rPr>
      <w:color w:val="006699"/>
      <w:u w:val="single"/>
    </w:rPr>
  </w:style>
  <w:style w:type="paragraph" w:styleId="Subtitle">
    <w:name w:val="Subtitle"/>
    <w:next w:val="Normal"/>
    <w:link w:val="SubtitleChar"/>
    <w:uiPriority w:val="11"/>
    <w:rsid w:val="0020044C"/>
    <w:pPr>
      <w:spacing w:before="240" w:after="240"/>
    </w:pPr>
    <w:rPr>
      <w:rFonts w:ascii="Myriad Pro" w:eastAsiaTheme="majorEastAsia" w:hAnsi="Myriad Pro" w:cstheme="majorBidi"/>
      <w:color w:val="434953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20044C"/>
    <w:rPr>
      <w:rFonts w:ascii="Myriad Pro" w:eastAsiaTheme="majorEastAsia" w:hAnsi="Myriad Pro" w:cstheme="majorBidi"/>
      <w:color w:val="434953"/>
      <w:sz w:val="36"/>
      <w:szCs w:val="36"/>
    </w:rPr>
  </w:style>
  <w:style w:type="paragraph" w:customStyle="1" w:styleId="TableBullet">
    <w:name w:val="Table Bullet"/>
    <w:basedOn w:val="TableText"/>
    <w:uiPriority w:val="1"/>
    <w:qFormat/>
    <w:rsid w:val="009549B3"/>
    <w:pPr>
      <w:numPr>
        <w:numId w:val="6"/>
      </w:numPr>
      <w:ind w:left="336" w:hanging="283"/>
      <w:contextualSpacing/>
    </w:pPr>
  </w:style>
  <w:style w:type="paragraph" w:customStyle="1" w:styleId="TableNumb-List">
    <w:name w:val="Table Numb-List"/>
    <w:autoRedefine/>
    <w:uiPriority w:val="1"/>
    <w:qFormat/>
    <w:rsid w:val="00CB493B"/>
    <w:pPr>
      <w:widowControl/>
      <w:numPr>
        <w:numId w:val="7"/>
      </w:numPr>
      <w:spacing w:after="120" w:line="264" w:lineRule="auto"/>
      <w:ind w:left="620"/>
      <w:contextualSpacing/>
      <w:textboxTightWrap w:val="allLines"/>
    </w:pPr>
    <w:rPr>
      <w:rFonts w:asciiTheme="majorHAnsi" w:hAnsiTheme="majorHAnsi"/>
      <w:color w:val="404040" w:themeColor="text1" w:themeTint="BF"/>
    </w:rPr>
  </w:style>
  <w:style w:type="table" w:customStyle="1" w:styleId="TablePlan2go2">
    <w:name w:val="Table Plan2go 2"/>
    <w:basedOn w:val="TablePlan2go"/>
    <w:uiPriority w:val="99"/>
    <w:rsid w:val="0020044C"/>
    <w:tblPr/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  <w:tblHeader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shd w:val="clear" w:color="auto" w:fill="FFFFFF" w:themeFill="background1"/>
      </w:tcPr>
    </w:tblStylePr>
  </w:style>
  <w:style w:type="paragraph" w:customStyle="1" w:styleId="TableRowHead">
    <w:name w:val="Table Row Head"/>
    <w:basedOn w:val="Normal"/>
    <w:uiPriority w:val="1"/>
    <w:qFormat/>
    <w:rsid w:val="0020044C"/>
    <w:pPr>
      <w:widowControl/>
      <w:spacing w:after="0" w:line="240" w:lineRule="auto"/>
      <w:contextualSpacing/>
    </w:pPr>
    <w:rPr>
      <w:rFonts w:ascii="Cambria" w:hAnsi="Cambria"/>
      <w:b/>
      <w:color w:val="434953"/>
    </w:rPr>
  </w:style>
  <w:style w:type="paragraph" w:customStyle="1" w:styleId="TableText-Sml">
    <w:name w:val="Table Text-Sml"/>
    <w:basedOn w:val="TableText"/>
    <w:uiPriority w:val="1"/>
    <w:qFormat/>
    <w:rsid w:val="0020044C"/>
    <w:rPr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20044C"/>
    <w:pPr>
      <w:tabs>
        <w:tab w:val="left" w:pos="426"/>
        <w:tab w:val="right" w:leader="dot" w:pos="9854"/>
      </w:tabs>
      <w:spacing w:after="120"/>
    </w:pPr>
    <w:rPr>
      <w:rFonts w:ascii="Myriad Pro" w:hAnsi="Myriad Pro"/>
      <w:b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20044C"/>
    <w:pPr>
      <w:tabs>
        <w:tab w:val="left" w:pos="709"/>
        <w:tab w:val="right" w:leader="dot" w:pos="9854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0044C"/>
    <w:pPr>
      <w:tabs>
        <w:tab w:val="left" w:pos="1134"/>
        <w:tab w:val="right" w:leader="dot" w:pos="9854"/>
      </w:tabs>
      <w:spacing w:after="100"/>
      <w:ind w:left="440"/>
    </w:pPr>
  </w:style>
  <w:style w:type="paragraph" w:styleId="TOCHeading">
    <w:name w:val="TOC Heading"/>
    <w:next w:val="Normal"/>
    <w:uiPriority w:val="39"/>
    <w:unhideWhenUsed/>
    <w:qFormat/>
    <w:rsid w:val="0020044C"/>
    <w:pPr>
      <w:spacing w:after="480"/>
    </w:pPr>
    <w:rPr>
      <w:rFonts w:ascii="Myriad Pro" w:eastAsiaTheme="majorEastAsia" w:hAnsi="Myriad Pro" w:cstheme="majorBidi"/>
      <w:color w:val="3BB54A"/>
      <w:spacing w:val="-16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2B434A"/>
    <w:rPr>
      <w:i/>
      <w:iCs/>
    </w:rPr>
  </w:style>
  <w:style w:type="character" w:styleId="Strong">
    <w:name w:val="Strong"/>
    <w:basedOn w:val="DefaultParagraphFont"/>
    <w:uiPriority w:val="22"/>
    <w:qFormat/>
    <w:rsid w:val="002B434A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2B434A"/>
  </w:style>
  <w:style w:type="paragraph" w:styleId="ListBullet2">
    <w:name w:val="List Bullet 2"/>
    <w:basedOn w:val="ListBullet"/>
    <w:uiPriority w:val="99"/>
    <w:unhideWhenUsed/>
    <w:qFormat/>
    <w:rsid w:val="0020044C"/>
    <w:pPr>
      <w:numPr>
        <w:numId w:val="2"/>
      </w:numPr>
    </w:pPr>
  </w:style>
  <w:style w:type="paragraph" w:styleId="ListNumber2">
    <w:name w:val="List Number 2"/>
    <w:basedOn w:val="ListNumber"/>
    <w:uiPriority w:val="99"/>
    <w:unhideWhenUsed/>
    <w:qFormat/>
    <w:rsid w:val="0020044C"/>
    <w:pPr>
      <w:numPr>
        <w:numId w:val="4"/>
      </w:numPr>
    </w:pPr>
  </w:style>
  <w:style w:type="paragraph" w:customStyle="1" w:styleId="SDBullet">
    <w:name w:val="SD Bullet"/>
    <w:basedOn w:val="Normal"/>
    <w:rsid w:val="0020044C"/>
    <w:pPr>
      <w:numPr>
        <w:ilvl w:val="1"/>
        <w:numId w:val="5"/>
      </w:numPr>
    </w:pPr>
  </w:style>
  <w:style w:type="paragraph" w:customStyle="1" w:styleId="NormalMargin-Top">
    <w:name w:val="Normal Margin-Top"/>
    <w:basedOn w:val="Normal"/>
    <w:uiPriority w:val="1"/>
    <w:qFormat/>
    <w:rsid w:val="0020044C"/>
    <w:pPr>
      <w:spacing w:before="24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827BC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27BCD"/>
    <w:rPr>
      <w:rFonts w:asciiTheme="majorHAnsi" w:hAnsiTheme="majorHAnsi"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A29"/>
    <w:rPr>
      <w:rFonts w:ascii="Segoe UI" w:hAnsi="Segoe UI" w:cs="Segoe UI"/>
      <w:color w:val="404040" w:themeColor="text1" w:themeTint="B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enson14\AppData\Local\Temp\Temp1_BSBWHS201_AE_SR1.zip\WHS-Hazard-and-Incident-Report-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3BC5FF00F74ED0B0033881E9CF7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F19F8-9170-422C-9587-CB3DC93F6EC1}"/>
      </w:docPartPr>
      <w:docPartBody>
        <w:p w:rsidR="00000000" w:rsidRDefault="0014567E">
          <w:pPr>
            <w:pStyle w:val="4A3BC5FF00F74ED0B0033881E9CF7BB8"/>
          </w:pPr>
          <w:r w:rsidRPr="00B22BA8">
            <w:rPr>
              <w:rStyle w:val="PlaceholderText"/>
            </w:rPr>
            <w:t>[Title]</w:t>
          </w:r>
        </w:p>
      </w:docPartBody>
    </w:docPart>
    <w:docPart>
      <w:docPartPr>
        <w:name w:val="7CC33102AD1A4C64AB12D7A7C6510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0C501-7707-48DD-B286-DDC039F8F6D0}"/>
      </w:docPartPr>
      <w:docPartBody>
        <w:p w:rsidR="00000000" w:rsidRDefault="0014567E">
          <w:pPr>
            <w:pStyle w:val="7CC33102AD1A4C64AB12D7A7C65107F8"/>
          </w:pPr>
          <w:r>
            <w:t>[Enter employee job position]</w:t>
          </w:r>
        </w:p>
      </w:docPartBody>
    </w:docPart>
    <w:docPart>
      <w:docPartPr>
        <w:name w:val="3694D336C3BE467ABE8DD6D0FA91A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713B6-60B6-448A-8362-D62970608B16}"/>
      </w:docPartPr>
      <w:docPartBody>
        <w:p w:rsidR="00000000" w:rsidRDefault="0014567E">
          <w:pPr>
            <w:pStyle w:val="3694D336C3BE467ABE8DD6D0FA91AD71"/>
          </w:pPr>
          <w:r w:rsidRPr="00D96963">
            <w:t>[</w:t>
          </w:r>
          <w:r>
            <w:rPr>
              <w:rStyle w:val="PlaceholderText"/>
            </w:rPr>
            <w:t>Choose employee</w:t>
          </w:r>
          <w:r w:rsidRPr="00D96963">
            <w:rPr>
              <w:rStyle w:val="PlaceholderText"/>
            </w:rPr>
            <w:t xml:space="preserve"> department]</w:t>
          </w:r>
        </w:p>
      </w:docPartBody>
    </w:docPart>
    <w:docPart>
      <w:docPartPr>
        <w:name w:val="6C994CF5EF3D4401AD183F3FBF5D9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DE519-C30A-4B77-B895-AD7F77D9F9EE}"/>
      </w:docPartPr>
      <w:docPartBody>
        <w:p w:rsidR="00000000" w:rsidRDefault="0014567E">
          <w:pPr>
            <w:pStyle w:val="6C994CF5EF3D4401AD183F3FBF5D9D37"/>
          </w:pPr>
          <w:r>
            <w:t>[Click here to enter address]</w:t>
          </w:r>
        </w:p>
      </w:docPartBody>
    </w:docPart>
    <w:docPart>
      <w:docPartPr>
        <w:name w:val="8F2C051BB81E4909925DCF3A63C1DA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18321-11B0-42BA-9DC7-F0E700DCD494}"/>
      </w:docPartPr>
      <w:docPartBody>
        <w:p w:rsidR="00000000" w:rsidRDefault="0014567E">
          <w:pPr>
            <w:pStyle w:val="8F2C051BB81E4909925DCF3A63C1DADD"/>
          </w:pPr>
          <w:r w:rsidRPr="00AC319B">
            <w:rPr>
              <w:i/>
            </w:rPr>
            <w:t>Click here to enter text.</w:t>
          </w:r>
        </w:p>
      </w:docPartBody>
    </w:docPart>
    <w:docPart>
      <w:docPartPr>
        <w:name w:val="5C5407EE1B47449285B9DE40781D6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1576E-97B0-44BD-8E4B-2C03BC672658}"/>
      </w:docPartPr>
      <w:docPartBody>
        <w:p w:rsidR="00000000" w:rsidRDefault="0014567E">
          <w:pPr>
            <w:pStyle w:val="5C5407EE1B47449285B9DE40781D6850"/>
          </w:pPr>
          <w:r>
            <w:t>[Click here to enter email address]</w:t>
          </w:r>
        </w:p>
      </w:docPartBody>
    </w:docPart>
    <w:docPart>
      <w:docPartPr>
        <w:name w:val="2F601FE7E96949E2B24190410325C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0F245-6E08-4631-9601-972E5134D525}"/>
      </w:docPartPr>
      <w:docPartBody>
        <w:p w:rsidR="00000000" w:rsidRDefault="0014567E">
          <w:pPr>
            <w:pStyle w:val="2F601FE7E96949E2B24190410325C699"/>
          </w:pPr>
          <w:r w:rsidRPr="00AC319B">
            <w:rPr>
              <w:i/>
            </w:rPr>
            <w:t>Click here to enter text.</w:t>
          </w:r>
        </w:p>
      </w:docPartBody>
    </w:docPart>
    <w:docPart>
      <w:docPartPr>
        <w:name w:val="97E8EA87F1724901895715D9157E3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06F07-6E9B-4553-9A66-D7E2A386716C}"/>
      </w:docPartPr>
      <w:docPartBody>
        <w:p w:rsidR="00000000" w:rsidRDefault="0014567E">
          <w:pPr>
            <w:pStyle w:val="97E8EA87F1724901895715D9157E3CDD"/>
          </w:pPr>
          <w:r>
            <w:t>[Enter phone number]</w:t>
          </w:r>
        </w:p>
      </w:docPartBody>
    </w:docPart>
    <w:docPart>
      <w:docPartPr>
        <w:name w:val="1DA98BB882364DA8BFCAA624FDE7F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43A72-3DEA-44C9-8D10-C6A81A9B16C7}"/>
      </w:docPartPr>
      <w:docPartBody>
        <w:p w:rsidR="00000000" w:rsidRDefault="0014567E">
          <w:pPr>
            <w:pStyle w:val="1DA98BB882364DA8BFCAA624FDE7F160"/>
          </w:pPr>
          <w:r w:rsidRPr="00AC319B">
            <w:rPr>
              <w:i/>
            </w:rPr>
            <w:t>Click here to enter text.</w:t>
          </w:r>
        </w:p>
      </w:docPartBody>
    </w:docPart>
    <w:docPart>
      <w:docPartPr>
        <w:name w:val="40D87A7520234BC2BF142767CBF9B4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CB3C1-4D05-443F-99C5-F618442C9825}"/>
      </w:docPartPr>
      <w:docPartBody>
        <w:p w:rsidR="00000000" w:rsidRDefault="0014567E">
          <w:pPr>
            <w:pStyle w:val="40D87A7520234BC2BF142767CBF9B47A"/>
          </w:pPr>
          <w:r>
            <w:t>[Enter mobile]</w:t>
          </w:r>
        </w:p>
      </w:docPartBody>
    </w:docPart>
    <w:docPart>
      <w:docPartPr>
        <w:name w:val="B5E68AE6958D4B189FFB243217618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47E95-4996-4301-AA75-8808012B7BAA}"/>
      </w:docPartPr>
      <w:docPartBody>
        <w:p w:rsidR="00000000" w:rsidRDefault="0014567E">
          <w:pPr>
            <w:pStyle w:val="B5E68AE6958D4B189FFB24321761852B"/>
          </w:pPr>
          <w:r>
            <w:t>[Enter details]</w:t>
          </w:r>
        </w:p>
      </w:docPartBody>
    </w:docPart>
    <w:docPart>
      <w:docPartPr>
        <w:name w:val="ADC673E1DF8E4203A4248F02FFE9F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3D1D4-F7F2-4479-B649-64FA1930344A}"/>
      </w:docPartPr>
      <w:docPartBody>
        <w:p w:rsidR="00000000" w:rsidRDefault="0014567E">
          <w:pPr>
            <w:pStyle w:val="ADC673E1DF8E4203A4248F02FFE9F603"/>
          </w:pPr>
          <w:r>
            <w:t>[Enter details]</w:t>
          </w:r>
        </w:p>
      </w:docPartBody>
    </w:docPart>
    <w:docPart>
      <w:docPartPr>
        <w:name w:val="1A05AD3A4C124E7994BD4EC20BB3CF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54A7A-77E8-4686-AEB7-281CDAABAC4E}"/>
      </w:docPartPr>
      <w:docPartBody>
        <w:p w:rsidR="00000000" w:rsidRDefault="0014567E">
          <w:pPr>
            <w:pStyle w:val="1A05AD3A4C124E7994BD4EC20BB3CFFE"/>
          </w:pPr>
          <w:r>
            <w:t>[Click here to enter text]</w:t>
          </w:r>
        </w:p>
      </w:docPartBody>
    </w:docPart>
    <w:docPart>
      <w:docPartPr>
        <w:name w:val="5339D012B7024CC9889F7B39CEA6B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15D2B0-94D9-4875-8098-4EF9A38D7FCA}"/>
      </w:docPartPr>
      <w:docPartBody>
        <w:p w:rsidR="00000000" w:rsidRDefault="0014567E">
          <w:pPr>
            <w:pStyle w:val="5339D012B7024CC9889F7B39CEA6BC0C"/>
          </w:pPr>
          <w:r>
            <w:t>[Click here to enter text]</w:t>
          </w:r>
        </w:p>
      </w:docPartBody>
    </w:docPart>
    <w:docPart>
      <w:docPartPr>
        <w:name w:val="762462E702014D45B59C7B9995F8A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668239-EB4F-44AB-8D95-5078E46AA022}"/>
      </w:docPartPr>
      <w:docPartBody>
        <w:p w:rsidR="00000000" w:rsidRDefault="0014567E">
          <w:pPr>
            <w:pStyle w:val="762462E702014D45B59C7B9995F8AD7C"/>
          </w:pPr>
          <w:r>
            <w:t>[Click here to enter]</w:t>
          </w:r>
        </w:p>
      </w:docPartBody>
    </w:docPart>
    <w:docPart>
      <w:docPartPr>
        <w:name w:val="758C1F6A87BC4946A367CF84701F4D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EA7DD-D923-4C59-A241-CB18BE57BA7F}"/>
      </w:docPartPr>
      <w:docPartBody>
        <w:p w:rsidR="00000000" w:rsidRDefault="0014567E">
          <w:pPr>
            <w:pStyle w:val="758C1F6A87BC4946A367CF84701F4D91"/>
          </w:pPr>
          <w:r>
            <w:t>[Click here to enter]</w:t>
          </w:r>
        </w:p>
      </w:docPartBody>
    </w:docPart>
    <w:docPart>
      <w:docPartPr>
        <w:name w:val="89F4AF723175465C88209251AE581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4E414-0626-4C08-A490-01B8BD5B50FE}"/>
      </w:docPartPr>
      <w:docPartBody>
        <w:p w:rsidR="00000000" w:rsidRDefault="0014567E">
          <w:pPr>
            <w:pStyle w:val="89F4AF723175465C88209251AE581306"/>
          </w:pPr>
          <w:r>
            <w:t>[Click here to enter text]</w:t>
          </w:r>
        </w:p>
      </w:docPartBody>
    </w:docPart>
    <w:docPart>
      <w:docPartPr>
        <w:name w:val="3ED5A2E5D9514D308091916CC0B91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AA5C9-C0C2-41D2-8099-758301EC7E38}"/>
      </w:docPartPr>
      <w:docPartBody>
        <w:p w:rsidR="00000000" w:rsidRDefault="0014567E">
          <w:pPr>
            <w:pStyle w:val="3ED5A2E5D9514D308091916CC0B91B23"/>
          </w:pPr>
          <w:r>
            <w:t>[</w:t>
          </w:r>
          <w:r w:rsidRPr="00C958DC">
            <w:t>Click here to enter the date</w:t>
          </w:r>
          <w:r>
            <w:t>]</w:t>
          </w:r>
        </w:p>
      </w:docPartBody>
    </w:docPart>
    <w:docPart>
      <w:docPartPr>
        <w:name w:val="C991B154D0A549D38252671FE83EF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37ECE-B6AA-47D9-8EB0-ABD06F6B292D}"/>
      </w:docPartPr>
      <w:docPartBody>
        <w:p w:rsidR="00000000" w:rsidRDefault="0014567E">
          <w:pPr>
            <w:pStyle w:val="C991B154D0A549D38252671FE83EF79A"/>
          </w:pPr>
          <w:r>
            <w:t>[Click here to enter text]</w:t>
          </w:r>
        </w:p>
      </w:docPartBody>
    </w:docPart>
    <w:docPart>
      <w:docPartPr>
        <w:name w:val="11AA499E0203427E863E38464EB0E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66543F-E937-4AEC-8D88-754B892F88AA}"/>
      </w:docPartPr>
      <w:docPartBody>
        <w:p w:rsidR="00000000" w:rsidRDefault="0014567E">
          <w:pPr>
            <w:pStyle w:val="11AA499E0203427E863E38464EB0EE70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BA5BCCC101AC453C86EC0EA251399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D50D67-0C3A-46FD-8A86-06AD6E5DF705}"/>
      </w:docPartPr>
      <w:docPartBody>
        <w:p w:rsidR="00000000" w:rsidRDefault="0014567E">
          <w:pPr>
            <w:pStyle w:val="BA5BCCC101AC453C86EC0EA25139919E"/>
          </w:pPr>
          <w:r w:rsidRPr="00D96963">
            <w:t>[Name]</w:t>
          </w:r>
        </w:p>
      </w:docPartBody>
    </w:docPart>
    <w:docPart>
      <w:docPartPr>
        <w:name w:val="505615626B5E471AA516BE1513094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172556-36EA-4BAC-8A5A-07B8B387FFF6}"/>
      </w:docPartPr>
      <w:docPartBody>
        <w:p w:rsidR="00000000" w:rsidRDefault="0014567E">
          <w:pPr>
            <w:pStyle w:val="505615626B5E471AA516BE1513094FBF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06EDF51387314900A7B3562156D71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B380C-BB7B-4D19-B73A-5A564E120D12}"/>
      </w:docPartPr>
      <w:docPartBody>
        <w:p w:rsidR="00000000" w:rsidRDefault="0014567E">
          <w:pPr>
            <w:pStyle w:val="06EDF51387314900A7B3562156D71FBA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75B32680A2A34A6FA5DD5A29CC39D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CB6F9-5A54-4E11-BEB8-8348FE3382E5}"/>
      </w:docPartPr>
      <w:docPartBody>
        <w:p w:rsidR="00000000" w:rsidRDefault="0014567E">
          <w:pPr>
            <w:pStyle w:val="75B32680A2A34A6FA5DD5A29CC39DD3B"/>
          </w:pPr>
          <w:r w:rsidRPr="00D96963">
            <w:t>[Name]</w:t>
          </w:r>
        </w:p>
      </w:docPartBody>
    </w:docPart>
    <w:docPart>
      <w:docPartPr>
        <w:name w:val="637DAA89684642A5860B09B80A105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02AA-9EB6-43FD-983D-15519B767A06}"/>
      </w:docPartPr>
      <w:docPartBody>
        <w:p w:rsidR="00000000" w:rsidRDefault="0014567E">
          <w:pPr>
            <w:pStyle w:val="637DAA89684642A5860B09B80A1056AB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FC92CEDBBF214BB1938FCECD1B22D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71867-5433-4A5E-BBA5-16C7257BD9A8}"/>
      </w:docPartPr>
      <w:docPartBody>
        <w:p w:rsidR="00000000" w:rsidRDefault="0014567E">
          <w:pPr>
            <w:pStyle w:val="FC92CEDBBF214BB1938FCECD1B22D104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E0AC1F4E7B074BF393FD434498BEA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3BDCC-A90D-4901-956C-47A8D1100E93}"/>
      </w:docPartPr>
      <w:docPartBody>
        <w:p w:rsidR="00000000" w:rsidRDefault="0014567E">
          <w:pPr>
            <w:pStyle w:val="E0AC1F4E7B074BF393FD434498BEAEAC"/>
          </w:pPr>
          <w:r w:rsidRPr="00D96963">
            <w:t>[Name]</w:t>
          </w:r>
        </w:p>
      </w:docPartBody>
    </w:docPart>
    <w:docPart>
      <w:docPartPr>
        <w:name w:val="FBDE9DA06F8D457197E9884633F44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8C8D9-4709-4CDE-871B-7086B12AEBFD}"/>
      </w:docPartPr>
      <w:docPartBody>
        <w:p w:rsidR="00000000" w:rsidRDefault="0014567E">
          <w:pPr>
            <w:pStyle w:val="FBDE9DA06F8D457197E9884633F44E49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4B053A45C9674D63B9566EC84551CE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F890C-0C23-4CD1-94C5-CA15940D6CF0}"/>
      </w:docPartPr>
      <w:docPartBody>
        <w:p w:rsidR="00000000" w:rsidRDefault="0014567E">
          <w:pPr>
            <w:pStyle w:val="4B053A45C9674D63B9566EC84551CE78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7D63024DA24848C29987640B9EDAE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EAF49-66BC-4282-A3BC-3B65F600903C}"/>
      </w:docPartPr>
      <w:docPartBody>
        <w:p w:rsidR="00000000" w:rsidRDefault="0014567E">
          <w:pPr>
            <w:pStyle w:val="7D63024DA24848C29987640B9EDAE4B6"/>
          </w:pPr>
          <w:r w:rsidRPr="00D96963">
            <w:t>[Name]</w:t>
          </w:r>
        </w:p>
      </w:docPartBody>
    </w:docPart>
    <w:docPart>
      <w:docPartPr>
        <w:name w:val="2EB455BC93804FAFB19656CBCF5F5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05048-D0B6-4106-A75D-247A83DAF4F7}"/>
      </w:docPartPr>
      <w:docPartBody>
        <w:p w:rsidR="00000000" w:rsidRDefault="0014567E">
          <w:pPr>
            <w:pStyle w:val="2EB455BC93804FAFB19656CBCF5F51A9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7C06C355CBA44CF996020FD7624F0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26385-F4C0-4CD4-9DA9-7B26E8FAF334}"/>
      </w:docPartPr>
      <w:docPartBody>
        <w:p w:rsidR="00000000" w:rsidRDefault="0014567E">
          <w:pPr>
            <w:pStyle w:val="7C06C355CBA44CF996020FD7624F008A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8C9A1D117B534F3682E922F45481A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EE123-4226-45D2-B269-05C42F9284A0}"/>
      </w:docPartPr>
      <w:docPartBody>
        <w:p w:rsidR="00000000" w:rsidRDefault="0014567E">
          <w:pPr>
            <w:pStyle w:val="8C9A1D117B534F3682E922F45481A698"/>
          </w:pPr>
          <w:r w:rsidRPr="00D96963">
            <w:t>[Name]</w:t>
          </w:r>
        </w:p>
      </w:docPartBody>
    </w:docPart>
    <w:docPart>
      <w:docPartPr>
        <w:name w:val="91A731C634EC4B3BBA29A6683E894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725F5-91EA-4884-80B6-63213D7D855E}"/>
      </w:docPartPr>
      <w:docPartBody>
        <w:p w:rsidR="00000000" w:rsidRDefault="0014567E">
          <w:pPr>
            <w:pStyle w:val="91A731C634EC4B3BBA29A6683E894ADF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428AB078EFC04228B41E566BBED617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73D8F9-51B9-4B34-8E65-8EDCC547433E}"/>
      </w:docPartPr>
      <w:docPartBody>
        <w:p w:rsidR="00000000" w:rsidRDefault="0014567E">
          <w:pPr>
            <w:pStyle w:val="428AB078EFC04228B41E566BBED6173A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C59C351E52CC4824A51404A72301D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A35FE4-AE0F-497F-802C-19FCD31BE14C}"/>
      </w:docPartPr>
      <w:docPartBody>
        <w:p w:rsidR="00000000" w:rsidRDefault="0014567E">
          <w:pPr>
            <w:pStyle w:val="C59C351E52CC4824A51404A72301DA73"/>
          </w:pPr>
          <w:r w:rsidRPr="00D96963">
            <w:t>[Name]</w:t>
          </w:r>
        </w:p>
      </w:docPartBody>
    </w:docPart>
    <w:docPart>
      <w:docPartPr>
        <w:name w:val="FCDFDE0EE24741E3AC63FC062CF1F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0C5C9-A5F5-463D-9853-2E5D7F34E01E}"/>
      </w:docPartPr>
      <w:docPartBody>
        <w:p w:rsidR="00000000" w:rsidRDefault="0014567E">
          <w:pPr>
            <w:pStyle w:val="FCDFDE0EE24741E3AC63FC062CF1F26D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DC89188DD70B484DA055F4BAF311B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6AA686-E7C9-4E73-A9EC-235170D1ACB5}"/>
      </w:docPartPr>
      <w:docPartBody>
        <w:p w:rsidR="00000000" w:rsidRDefault="0014567E">
          <w:pPr>
            <w:pStyle w:val="DC89188DD70B484DA055F4BAF311BDE7"/>
          </w:pPr>
          <w:r>
            <w:t>[</w:t>
          </w:r>
          <w:r w:rsidRPr="00CB493B">
            <w:rPr>
              <w:rStyle w:val="PlaceholderText"/>
              <w:color w:val="404040" w:themeColor="text1" w:themeTint="BF"/>
            </w:rPr>
            <w:t>Yes/No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65EFCC47B8E74C7B85348AB214AA6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DE0DC-5D23-4045-BA89-4DB9E7115BF7}"/>
      </w:docPartPr>
      <w:docPartBody>
        <w:p w:rsidR="00000000" w:rsidRDefault="0014567E">
          <w:pPr>
            <w:pStyle w:val="65EFCC47B8E74C7B85348AB214AA673D"/>
          </w:pPr>
          <w:r w:rsidRPr="00D96963">
            <w:t>[Name]</w:t>
          </w:r>
        </w:p>
      </w:docPartBody>
    </w:docPart>
    <w:docPart>
      <w:docPartPr>
        <w:name w:val="54E5BC1E629A4440A1546BC6855DC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7FD94-5F7A-409A-90D1-00F8C94039E4}"/>
      </w:docPartPr>
      <w:docPartBody>
        <w:p w:rsidR="00000000" w:rsidRDefault="0014567E">
          <w:pPr>
            <w:pStyle w:val="54E5BC1E629A4440A1546BC6855DCB26"/>
          </w:pPr>
          <w:r>
            <w:t>[E</w:t>
          </w:r>
          <w:r w:rsidRPr="00C958DC">
            <w:t>nter date</w:t>
          </w:r>
          <w:r>
            <w:t>]</w:t>
          </w:r>
        </w:p>
      </w:docPartBody>
    </w:docPart>
    <w:docPart>
      <w:docPartPr>
        <w:name w:val="42EF461EC99E468FAC3378431CE1A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8DDB4-0C33-44BD-B951-67EB6666235D}"/>
      </w:docPartPr>
      <w:docPartBody>
        <w:p w:rsidR="00000000" w:rsidRDefault="0014567E">
          <w:pPr>
            <w:pStyle w:val="42EF461EC99E468FAC3378431CE1A7C8"/>
          </w:pPr>
          <w:r>
            <w:t>[</w:t>
          </w:r>
          <w:r w:rsidRPr="00C958DC">
            <w:t>Click here to enter the date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tillium">
    <w:altName w:val="Blanch"/>
    <w:charset w:val="00"/>
    <w:family w:val="moder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A3BC5FF00F74ED0B0033881E9CF7BB8">
    <w:name w:val="4A3BC5FF00F74ED0B0033881E9CF7BB8"/>
  </w:style>
  <w:style w:type="paragraph" w:customStyle="1" w:styleId="7CC33102AD1A4C64AB12D7A7C65107F8">
    <w:name w:val="7CC33102AD1A4C64AB12D7A7C65107F8"/>
  </w:style>
  <w:style w:type="paragraph" w:customStyle="1" w:styleId="3694D336C3BE467ABE8DD6D0FA91AD71">
    <w:name w:val="3694D336C3BE467ABE8DD6D0FA91AD71"/>
  </w:style>
  <w:style w:type="paragraph" w:customStyle="1" w:styleId="6C994CF5EF3D4401AD183F3FBF5D9D37">
    <w:name w:val="6C994CF5EF3D4401AD183F3FBF5D9D37"/>
  </w:style>
  <w:style w:type="paragraph" w:customStyle="1" w:styleId="8F2C051BB81E4909925DCF3A63C1DADD">
    <w:name w:val="8F2C051BB81E4909925DCF3A63C1DADD"/>
  </w:style>
  <w:style w:type="paragraph" w:customStyle="1" w:styleId="5C5407EE1B47449285B9DE40781D6850">
    <w:name w:val="5C5407EE1B47449285B9DE40781D6850"/>
  </w:style>
  <w:style w:type="paragraph" w:customStyle="1" w:styleId="2F601FE7E96949E2B24190410325C699">
    <w:name w:val="2F601FE7E96949E2B24190410325C699"/>
  </w:style>
  <w:style w:type="paragraph" w:customStyle="1" w:styleId="97E8EA87F1724901895715D9157E3CDD">
    <w:name w:val="97E8EA87F1724901895715D9157E3CDD"/>
  </w:style>
  <w:style w:type="paragraph" w:customStyle="1" w:styleId="1DA98BB882364DA8BFCAA624FDE7F160">
    <w:name w:val="1DA98BB882364DA8BFCAA624FDE7F160"/>
  </w:style>
  <w:style w:type="paragraph" w:customStyle="1" w:styleId="40D87A7520234BC2BF142767CBF9B47A">
    <w:name w:val="40D87A7520234BC2BF142767CBF9B47A"/>
  </w:style>
  <w:style w:type="paragraph" w:customStyle="1" w:styleId="B5E68AE6958D4B189FFB24321761852B">
    <w:name w:val="B5E68AE6958D4B189FFB24321761852B"/>
  </w:style>
  <w:style w:type="paragraph" w:customStyle="1" w:styleId="ADC673E1DF8E4203A4248F02FFE9F603">
    <w:name w:val="ADC673E1DF8E4203A4248F02FFE9F603"/>
  </w:style>
  <w:style w:type="paragraph" w:customStyle="1" w:styleId="1A05AD3A4C124E7994BD4EC20BB3CFFE">
    <w:name w:val="1A05AD3A4C124E7994BD4EC20BB3CFFE"/>
  </w:style>
  <w:style w:type="paragraph" w:customStyle="1" w:styleId="5339D012B7024CC9889F7B39CEA6BC0C">
    <w:name w:val="5339D012B7024CC9889F7B39CEA6BC0C"/>
  </w:style>
  <w:style w:type="paragraph" w:customStyle="1" w:styleId="762462E702014D45B59C7B9995F8AD7C">
    <w:name w:val="762462E702014D45B59C7B9995F8AD7C"/>
  </w:style>
  <w:style w:type="paragraph" w:customStyle="1" w:styleId="758C1F6A87BC4946A367CF84701F4D91">
    <w:name w:val="758C1F6A87BC4946A367CF84701F4D91"/>
  </w:style>
  <w:style w:type="paragraph" w:customStyle="1" w:styleId="89F4AF723175465C88209251AE581306">
    <w:name w:val="89F4AF723175465C88209251AE581306"/>
  </w:style>
  <w:style w:type="paragraph" w:customStyle="1" w:styleId="3ED5A2E5D9514D308091916CC0B91B23">
    <w:name w:val="3ED5A2E5D9514D308091916CC0B91B23"/>
  </w:style>
  <w:style w:type="paragraph" w:customStyle="1" w:styleId="C991B154D0A549D38252671FE83EF79A">
    <w:name w:val="C991B154D0A549D38252671FE83EF79A"/>
  </w:style>
  <w:style w:type="paragraph" w:customStyle="1" w:styleId="11AA499E0203427E863E38464EB0EE70">
    <w:name w:val="11AA499E0203427E863E38464EB0EE70"/>
  </w:style>
  <w:style w:type="paragraph" w:customStyle="1" w:styleId="BA5BCCC101AC453C86EC0EA25139919E">
    <w:name w:val="BA5BCCC101AC453C86EC0EA25139919E"/>
  </w:style>
  <w:style w:type="paragraph" w:customStyle="1" w:styleId="505615626B5E471AA516BE1513094FBF">
    <w:name w:val="505615626B5E471AA516BE1513094FBF"/>
  </w:style>
  <w:style w:type="paragraph" w:customStyle="1" w:styleId="06EDF51387314900A7B3562156D71FBA">
    <w:name w:val="06EDF51387314900A7B3562156D71FBA"/>
  </w:style>
  <w:style w:type="paragraph" w:customStyle="1" w:styleId="75B32680A2A34A6FA5DD5A29CC39DD3B">
    <w:name w:val="75B32680A2A34A6FA5DD5A29CC39DD3B"/>
  </w:style>
  <w:style w:type="paragraph" w:customStyle="1" w:styleId="637DAA89684642A5860B09B80A1056AB">
    <w:name w:val="637DAA89684642A5860B09B80A1056AB"/>
  </w:style>
  <w:style w:type="paragraph" w:customStyle="1" w:styleId="FC92CEDBBF214BB1938FCECD1B22D104">
    <w:name w:val="FC92CEDBBF214BB1938FCECD1B22D104"/>
  </w:style>
  <w:style w:type="paragraph" w:customStyle="1" w:styleId="E0AC1F4E7B074BF393FD434498BEAEAC">
    <w:name w:val="E0AC1F4E7B074BF393FD434498BEAEAC"/>
  </w:style>
  <w:style w:type="paragraph" w:customStyle="1" w:styleId="FBDE9DA06F8D457197E9884633F44E49">
    <w:name w:val="FBDE9DA06F8D457197E9884633F44E49"/>
  </w:style>
  <w:style w:type="paragraph" w:customStyle="1" w:styleId="4B053A45C9674D63B9566EC84551CE78">
    <w:name w:val="4B053A45C9674D63B9566EC84551CE78"/>
  </w:style>
  <w:style w:type="paragraph" w:customStyle="1" w:styleId="7D63024DA24848C29987640B9EDAE4B6">
    <w:name w:val="7D63024DA24848C29987640B9EDAE4B6"/>
  </w:style>
  <w:style w:type="paragraph" w:customStyle="1" w:styleId="2EB455BC93804FAFB19656CBCF5F51A9">
    <w:name w:val="2EB455BC93804FAFB19656CBCF5F51A9"/>
  </w:style>
  <w:style w:type="paragraph" w:customStyle="1" w:styleId="7C06C355CBA44CF996020FD7624F008A">
    <w:name w:val="7C06C355CBA44CF996020FD7624F008A"/>
  </w:style>
  <w:style w:type="paragraph" w:customStyle="1" w:styleId="8C9A1D117B534F3682E922F45481A698">
    <w:name w:val="8C9A1D117B534F3682E922F45481A698"/>
  </w:style>
  <w:style w:type="paragraph" w:customStyle="1" w:styleId="91A731C634EC4B3BBA29A6683E894ADF">
    <w:name w:val="91A731C634EC4B3BBA29A6683E894ADF"/>
  </w:style>
  <w:style w:type="paragraph" w:customStyle="1" w:styleId="428AB078EFC04228B41E566BBED6173A">
    <w:name w:val="428AB078EFC04228B41E566BBED6173A"/>
  </w:style>
  <w:style w:type="paragraph" w:customStyle="1" w:styleId="C59C351E52CC4824A51404A72301DA73">
    <w:name w:val="C59C351E52CC4824A51404A72301DA73"/>
  </w:style>
  <w:style w:type="paragraph" w:customStyle="1" w:styleId="FCDFDE0EE24741E3AC63FC062CF1F26D">
    <w:name w:val="FCDFDE0EE24741E3AC63FC062CF1F26D"/>
  </w:style>
  <w:style w:type="paragraph" w:customStyle="1" w:styleId="DC89188DD70B484DA055F4BAF311BDE7">
    <w:name w:val="DC89188DD70B484DA055F4BAF311BDE7"/>
  </w:style>
  <w:style w:type="paragraph" w:customStyle="1" w:styleId="65EFCC47B8E74C7B85348AB214AA673D">
    <w:name w:val="65EFCC47B8E74C7B85348AB214AA673D"/>
  </w:style>
  <w:style w:type="paragraph" w:customStyle="1" w:styleId="54E5BC1E629A4440A1546BC6855DCB26">
    <w:name w:val="54E5BC1E629A4440A1546BC6855DCB26"/>
  </w:style>
  <w:style w:type="paragraph" w:customStyle="1" w:styleId="42EF461EC99E468FAC3378431CE1A7C8">
    <w:name w:val="42EF461EC99E468FAC3378431CE1A7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CE4F7B357EB469B32CF6CE7167475" ma:contentTypeVersion="7" ma:contentTypeDescription="Create a new document." ma:contentTypeScope="" ma:versionID="57b774f2d6b5fa6af39dea1a436b2c4b">
  <xsd:schema xmlns:xsd="http://www.w3.org/2001/XMLSchema" xmlns:xs="http://www.w3.org/2001/XMLSchema" xmlns:p="http://schemas.microsoft.com/office/2006/metadata/properties" xmlns:ns2="b798198a-4fbf-42be-8530-1d0c80d0fe61" targetNamespace="http://schemas.microsoft.com/office/2006/metadata/properties" ma:root="true" ma:fieldsID="d92476e1b1e038adb4c6715959855612" ns2:_="">
    <xsd:import namespace="b798198a-4fbf-42be-8530-1d0c80d0fe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8198a-4fbf-42be-8530-1d0c80d0fe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ECA19-2855-406A-B56F-B9A33F7AB57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798198a-4fbf-42be-8530-1d0c80d0fe6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FDA747D-7D77-47A8-8A77-CA0A6997E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DB315A-E80D-455F-BEF4-E6A2F53CECAA}"/>
</file>

<file path=customXml/itemProps4.xml><?xml version="1.0" encoding="utf-8"?>
<ds:datastoreItem xmlns:ds="http://schemas.openxmlformats.org/officeDocument/2006/customXml" ds:itemID="{893C9DD3-A693-4D93-8195-5C7F8EF4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WHS-Hazard-and-Incident-Report-Form</Template>
  <TotalTime>2</TotalTime>
  <Pages>4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WHS Hazard and Incident Report</vt:lpstr>
    </vt:vector>
  </TitlesOfParts>
  <Company>Drag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WHS Hazard and Incident Report</dc:title>
  <dc:creator>Jen Benson (Jennifer)</dc:creator>
  <cp:lastModifiedBy>Jen Benson (Jennifer)</cp:lastModifiedBy>
  <cp:revision>1</cp:revision>
  <cp:lastPrinted>2018-10-29T04:11:00Z</cp:lastPrinted>
  <dcterms:created xsi:type="dcterms:W3CDTF">2019-07-24T03:23:00Z</dcterms:created>
  <dcterms:modified xsi:type="dcterms:W3CDTF">2019-07-24T03:25:00Z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2014-04-17T00:00:00Z</vt:filetime>
  </property>
  <property fmtid="{D5CDD505-2E9C-101B-9397-08002B2CF9AE}" pid="3" name="LastSaved">
    <vt:filetime>2014-04-17T00:00:00Z</vt:filetime>
  </property>
  <property fmtid="{D5CDD505-2E9C-101B-9397-08002B2CF9AE}" pid="4" name="ContentTypeId">
    <vt:lpwstr>0x010100221CE4F7B357EB469B32CF6CE7167475</vt:lpwstr>
  </property>
</Properties>
</file>